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CFA23" w14:textId="77777777" w:rsidR="006C6101" w:rsidRPr="00F24158" w:rsidRDefault="006C6101" w:rsidP="006C6101">
      <w:pPr>
        <w:spacing w:before="200"/>
        <w:ind w:left="7090"/>
        <w:rPr>
          <w:rFonts w:ascii="Helvetica" w:hAnsi="Helvetica" w:cs="Courier New"/>
          <w:color w:val="000000"/>
          <w:lang w:val="de-DE"/>
        </w:rPr>
      </w:pPr>
      <w:r w:rsidRPr="00F24158">
        <w:rPr>
          <w:rFonts w:ascii="Helvetica" w:hAnsi="Helvetica" w:cs="Courier New"/>
          <w:color w:val="000000"/>
          <w:sz w:val="24"/>
          <w:szCs w:val="24"/>
          <w:lang w:val="de-DE"/>
        </w:rPr>
        <w:t>Formblatt 4</w:t>
      </w:r>
    </w:p>
    <w:p w14:paraId="23A4B2A9" w14:textId="77777777" w:rsidR="006C6101" w:rsidRPr="00F24158" w:rsidRDefault="006C6101" w:rsidP="006C6101">
      <w:pPr>
        <w:spacing w:after="0" w:line="240" w:lineRule="auto"/>
        <w:jc w:val="center"/>
        <w:rPr>
          <w:rFonts w:ascii="Helvetica" w:hAnsi="Helvetica" w:cs="Courier New"/>
          <w:b/>
          <w:bCs/>
          <w:lang w:val="de-DE"/>
        </w:rPr>
      </w:pPr>
      <w:r w:rsidRPr="00F24158">
        <w:rPr>
          <w:rFonts w:ascii="Helvetica" w:hAnsi="Helvetica" w:cs="Courier New"/>
          <w:b/>
          <w:bCs/>
          <w:lang w:val="de-DE"/>
        </w:rPr>
        <w:t>Bieter*</w:t>
      </w:r>
      <w:proofErr w:type="spellStart"/>
      <w:r w:rsidRPr="00F24158">
        <w:rPr>
          <w:rFonts w:ascii="Helvetica" w:hAnsi="Helvetica" w:cs="Courier New"/>
          <w:b/>
          <w:bCs/>
          <w:lang w:val="de-DE"/>
        </w:rPr>
        <w:t>innengemeinschaftserklärung</w:t>
      </w:r>
      <w:proofErr w:type="spellEnd"/>
    </w:p>
    <w:p w14:paraId="0066BBBD" w14:textId="77777777" w:rsidR="006C6101" w:rsidRPr="00F24158" w:rsidRDefault="006C6101" w:rsidP="006C6101">
      <w:pPr>
        <w:spacing w:after="0" w:line="240" w:lineRule="auto"/>
        <w:rPr>
          <w:rFonts w:ascii="Helvetica" w:hAnsi="Helvetica" w:cs="Courier New"/>
          <w:lang w:val="de-DE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3539"/>
        <w:gridCol w:w="5428"/>
      </w:tblGrid>
      <w:tr w:rsidR="006C6101" w:rsidRPr="00F24158" w14:paraId="2C6363BB" w14:textId="77777777" w:rsidTr="00161EE8">
        <w:tc>
          <w:tcPr>
            <w:tcW w:w="3539" w:type="dxa"/>
          </w:tcPr>
          <w:p w14:paraId="003CF9EF" w14:textId="77777777" w:rsidR="006C6101" w:rsidRPr="00F24158" w:rsidRDefault="006C6101" w:rsidP="00A40413">
            <w:pPr>
              <w:spacing w:before="240" w:after="0" w:line="240" w:lineRule="auto"/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Maßnahme: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612016574"/>
            <w:placeholder>
              <w:docPart w:val="FA1A21BC243EAF4DA64CA44B9251D7FE"/>
            </w:placeholder>
            <w:showingPlcHdr/>
          </w:sdtPr>
          <w:sdtEndPr/>
          <w:sdtContent>
            <w:tc>
              <w:tcPr>
                <w:tcW w:w="5428" w:type="dxa"/>
              </w:tcPr>
              <w:p w14:paraId="3E4D091D" w14:textId="77777777" w:rsidR="006C6101" w:rsidRPr="00F24158" w:rsidRDefault="006C6101" w:rsidP="00A40413">
                <w:pPr>
                  <w:spacing w:before="240" w:after="0" w:line="240" w:lineRule="auto"/>
                  <w:rPr>
                    <w:rFonts w:ascii="Helvetica" w:hAnsi="Helvetica" w:cs="Courier New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784B1D7D" w14:textId="77777777" w:rsidTr="00161EE8">
        <w:tc>
          <w:tcPr>
            <w:tcW w:w="3539" w:type="dxa"/>
          </w:tcPr>
          <w:p w14:paraId="7BF5D8B8" w14:textId="77777777" w:rsidR="006C6101" w:rsidRPr="00F24158" w:rsidRDefault="006C6101" w:rsidP="00A40413">
            <w:pPr>
              <w:spacing w:before="240" w:after="0" w:line="240" w:lineRule="auto"/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Name der Bieter*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>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406794057"/>
            <w:placeholder>
              <w:docPart w:val="3FF093D7825EFA48B0D42B854016C86C"/>
            </w:placeholder>
            <w:showingPlcHdr/>
          </w:sdtPr>
          <w:sdtEndPr/>
          <w:sdtContent>
            <w:tc>
              <w:tcPr>
                <w:tcW w:w="5428" w:type="dxa"/>
                <w:vAlign w:val="bottom"/>
              </w:tcPr>
              <w:p w14:paraId="2187F83E" w14:textId="77777777" w:rsidR="006C6101" w:rsidRPr="00F24158" w:rsidRDefault="006C6101" w:rsidP="00A40413">
                <w:pPr>
                  <w:spacing w:before="240" w:after="0" w:line="240" w:lineRule="auto"/>
                  <w:rPr>
                    <w:rFonts w:ascii="Helvetica" w:hAnsi="Helvetica" w:cs="Courier New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44A3FDF4" w14:textId="77777777" w:rsidTr="00161EE8">
        <w:tc>
          <w:tcPr>
            <w:tcW w:w="3539" w:type="dxa"/>
          </w:tcPr>
          <w:p w14:paraId="74B742BD" w14:textId="77777777" w:rsidR="006C6101" w:rsidRPr="00F24158" w:rsidRDefault="006C6101" w:rsidP="00A40413">
            <w:pPr>
              <w:spacing w:before="240" w:after="0" w:line="240" w:lineRule="auto"/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Bevollmächtigte Vertretung: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762031077"/>
            <w:placeholder>
              <w:docPart w:val="264434D3F6856A4F92284C8BB9C5B619"/>
            </w:placeholder>
            <w:showingPlcHdr/>
          </w:sdtPr>
          <w:sdtEndPr/>
          <w:sdtContent>
            <w:tc>
              <w:tcPr>
                <w:tcW w:w="5428" w:type="dxa"/>
              </w:tcPr>
              <w:p w14:paraId="35882FF1" w14:textId="77777777" w:rsidR="006C6101" w:rsidRPr="00F24158" w:rsidRDefault="006C6101" w:rsidP="00A40413">
                <w:pPr>
                  <w:spacing w:before="240" w:after="0" w:line="240" w:lineRule="auto"/>
                  <w:rPr>
                    <w:rFonts w:ascii="Helvetica" w:hAnsi="Helvetica" w:cs="Courier New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</w:tbl>
    <w:p w14:paraId="093FDF8B" w14:textId="77777777" w:rsidR="006C6101" w:rsidRPr="00F24158" w:rsidRDefault="006C6101" w:rsidP="006C6101">
      <w:pPr>
        <w:spacing w:after="0" w:line="240" w:lineRule="auto"/>
        <w:rPr>
          <w:rFonts w:ascii="Helvetica" w:hAnsi="Helvetica" w:cs="Courier New"/>
          <w:lang w:val="de-DE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518"/>
        <w:gridCol w:w="2480"/>
        <w:gridCol w:w="3969"/>
      </w:tblGrid>
      <w:tr w:rsidR="006C6101" w:rsidRPr="00F24158" w14:paraId="6ECB923D" w14:textId="77777777" w:rsidTr="00A40413">
        <w:tc>
          <w:tcPr>
            <w:tcW w:w="2518" w:type="dxa"/>
            <w:vMerge w:val="restart"/>
          </w:tcPr>
          <w:p w14:paraId="726F8DE4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Mitglied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:</w:t>
            </w:r>
          </w:p>
        </w:tc>
        <w:tc>
          <w:tcPr>
            <w:tcW w:w="2480" w:type="dxa"/>
          </w:tcPr>
          <w:p w14:paraId="3CA35F16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Name und Rechtsform: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660042927"/>
            <w:placeholder>
              <w:docPart w:val="C9C97BA3AEDF6A4B8D5D48BA6D63F5BE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6283A130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2C896FA2" w14:textId="77777777" w:rsidTr="00A40413">
        <w:tc>
          <w:tcPr>
            <w:tcW w:w="2518" w:type="dxa"/>
            <w:vMerge/>
          </w:tcPr>
          <w:p w14:paraId="12B62C44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71CCFB26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Straße: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2050105847"/>
            <w:placeholder>
              <w:docPart w:val="B0EF01A523F55C4FAFF33F0C5D5EBACE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5FCBE7D3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740E8457" w14:textId="77777777" w:rsidTr="00A40413">
        <w:tc>
          <w:tcPr>
            <w:tcW w:w="2518" w:type="dxa"/>
            <w:vMerge/>
          </w:tcPr>
          <w:p w14:paraId="2F8C557F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35B8B31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PLZ, Ort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1651976561"/>
            <w:placeholder>
              <w:docPart w:val="DBEB4FED33A93C48B9BD884720E5EA75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9BB5DEA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1FFEF1CA" w14:textId="77777777" w:rsidTr="00A40413">
        <w:tc>
          <w:tcPr>
            <w:tcW w:w="2518" w:type="dxa"/>
            <w:vMerge/>
          </w:tcPr>
          <w:p w14:paraId="6BF7EF7E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21ABB893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1893255939"/>
            <w:placeholder>
              <w:docPart w:val="3AA9DF2A1DC646429E5D7DD0A5A1F60E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53D4A65C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12CF1EFC" w14:textId="77777777" w:rsidTr="00A40413">
        <w:tc>
          <w:tcPr>
            <w:tcW w:w="2518" w:type="dxa"/>
            <w:vMerge/>
          </w:tcPr>
          <w:p w14:paraId="128E881C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010856B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Telefon: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1148123946"/>
            <w:placeholder>
              <w:docPart w:val="3EFFEA216304124EAC7D66E40A09FA6D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7F37B54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49623F2B" w14:textId="77777777" w:rsidTr="00A40413">
        <w:tc>
          <w:tcPr>
            <w:tcW w:w="2518" w:type="dxa"/>
            <w:vMerge/>
          </w:tcPr>
          <w:p w14:paraId="2EE463D8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0AD71516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Telefax: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840427290"/>
            <w:placeholder>
              <w:docPart w:val="FB693428FF88A64EA2B509CA79FE16B0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850A8A2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563F712D" w14:textId="77777777" w:rsidTr="00A40413">
        <w:trPr>
          <w:trHeight w:val="275"/>
        </w:trPr>
        <w:tc>
          <w:tcPr>
            <w:tcW w:w="2518" w:type="dxa"/>
            <w:vMerge/>
          </w:tcPr>
          <w:p w14:paraId="591E3940" w14:textId="77777777" w:rsidR="006C6101" w:rsidRPr="00F24158" w:rsidRDefault="006C6101" w:rsidP="00A40413">
            <w:pPr>
              <w:tabs>
                <w:tab w:val="left" w:pos="709"/>
              </w:tabs>
              <w:spacing w:after="240" w:line="36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778723E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E-Mail- Adresse: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484893194"/>
            <w:placeholder>
              <w:docPart w:val="1581DF72AAACB44CB7782D0F490C182C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1679B5C8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</w:tbl>
    <w:p w14:paraId="5AE5BC0A" w14:textId="77777777" w:rsidR="006C6101" w:rsidRPr="00F24158" w:rsidRDefault="006C6101" w:rsidP="006C6101">
      <w:pPr>
        <w:tabs>
          <w:tab w:val="left" w:pos="709"/>
        </w:tabs>
        <w:spacing w:after="240" w:line="360" w:lineRule="auto"/>
        <w:rPr>
          <w:rFonts w:ascii="Helvetica" w:hAnsi="Helvetica" w:cs="Courier New"/>
          <w:color w:val="000000"/>
          <w:spacing w:val="-4"/>
          <w:lang w:val="de-DE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518"/>
        <w:gridCol w:w="2480"/>
        <w:gridCol w:w="3969"/>
      </w:tblGrid>
      <w:tr w:rsidR="006C6101" w:rsidRPr="00F24158" w14:paraId="5EE7126D" w14:textId="77777777" w:rsidTr="00A40413">
        <w:tc>
          <w:tcPr>
            <w:tcW w:w="2518" w:type="dxa"/>
            <w:vMerge w:val="restart"/>
          </w:tcPr>
          <w:p w14:paraId="3A6BACA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Mitglied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:</w:t>
            </w:r>
          </w:p>
        </w:tc>
        <w:tc>
          <w:tcPr>
            <w:tcW w:w="2480" w:type="dxa"/>
          </w:tcPr>
          <w:p w14:paraId="4FCBD837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Name und Rechtsform: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514765074"/>
            <w:placeholder>
              <w:docPart w:val="04655B2CADF4BE47B9AB4082BEB9B607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5A328361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2035EFF4" w14:textId="77777777" w:rsidTr="00A40413">
        <w:tc>
          <w:tcPr>
            <w:tcW w:w="2518" w:type="dxa"/>
            <w:vMerge/>
          </w:tcPr>
          <w:p w14:paraId="61BAD8E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5820190B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Straße: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388700042"/>
            <w:placeholder>
              <w:docPart w:val="AAD4F30CD0C58E4E8DA371970D26A526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626D8FE3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4B32A74C" w14:textId="77777777" w:rsidTr="00A40413">
        <w:tc>
          <w:tcPr>
            <w:tcW w:w="2518" w:type="dxa"/>
            <w:vMerge/>
          </w:tcPr>
          <w:p w14:paraId="50431A1D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394DA666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PLZ, Ort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652641677"/>
            <w:placeholder>
              <w:docPart w:val="8AF807BCCBB2F2418869F38A4C0F868B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2F5650D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3B0659CB" w14:textId="77777777" w:rsidTr="00A40413">
        <w:trPr>
          <w:trHeight w:val="626"/>
        </w:trPr>
        <w:tc>
          <w:tcPr>
            <w:tcW w:w="2518" w:type="dxa"/>
            <w:vMerge/>
          </w:tcPr>
          <w:p w14:paraId="7148E6F2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14D0D80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570930594"/>
            <w:placeholder>
              <w:docPart w:val="660FD1B57EB8964296A9A309C8917EF4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2AFCB05B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6BED3960" w14:textId="77777777" w:rsidTr="00A40413">
        <w:trPr>
          <w:trHeight w:val="515"/>
        </w:trPr>
        <w:tc>
          <w:tcPr>
            <w:tcW w:w="2518" w:type="dxa"/>
            <w:vMerge/>
          </w:tcPr>
          <w:p w14:paraId="7DAF8634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51BC6157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Telefon: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748808554"/>
            <w:placeholder>
              <w:docPart w:val="941423C02CF88A4EBEDC71D83C4FF8CD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42EF2863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58AAD484" w14:textId="77777777" w:rsidTr="00A40413">
        <w:trPr>
          <w:trHeight w:val="459"/>
        </w:trPr>
        <w:tc>
          <w:tcPr>
            <w:tcW w:w="2518" w:type="dxa"/>
            <w:vMerge/>
          </w:tcPr>
          <w:p w14:paraId="06BF08CC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69C12365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Telefax: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564999618"/>
            <w:placeholder>
              <w:docPart w:val="09E577A80411894BB6B7E689AA973AE7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177B6C1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48A246E3" w14:textId="77777777" w:rsidTr="00A40413">
        <w:trPr>
          <w:trHeight w:val="275"/>
        </w:trPr>
        <w:tc>
          <w:tcPr>
            <w:tcW w:w="2518" w:type="dxa"/>
            <w:vMerge/>
          </w:tcPr>
          <w:p w14:paraId="2CA7B3F5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38AF75F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E-Mail- Adresse: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348537246"/>
            <w:placeholder>
              <w:docPart w:val="FA4CFBDBCE12424683D9A8A3664AA056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E4DC599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</w:tbl>
    <w:p w14:paraId="1486572C" w14:textId="77777777" w:rsidR="006C6101" w:rsidRPr="00F24158" w:rsidRDefault="006C6101" w:rsidP="006C6101">
      <w:pPr>
        <w:tabs>
          <w:tab w:val="left" w:pos="709"/>
        </w:tabs>
        <w:rPr>
          <w:rFonts w:ascii="Helvetica" w:hAnsi="Helvetica" w:cs="Courier New"/>
          <w:lang w:val="de-DE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518"/>
        <w:gridCol w:w="2480"/>
        <w:gridCol w:w="3969"/>
      </w:tblGrid>
      <w:tr w:rsidR="006C6101" w:rsidRPr="00F24158" w14:paraId="2C860463" w14:textId="77777777" w:rsidTr="00A40413">
        <w:tc>
          <w:tcPr>
            <w:tcW w:w="2518" w:type="dxa"/>
            <w:vMerge w:val="restart"/>
          </w:tcPr>
          <w:p w14:paraId="00CAEB42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Mitglied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:</w:t>
            </w:r>
          </w:p>
        </w:tc>
        <w:tc>
          <w:tcPr>
            <w:tcW w:w="2480" w:type="dxa"/>
          </w:tcPr>
          <w:p w14:paraId="03B00644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Name und Rechtsform: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1802224035"/>
            <w:placeholder>
              <w:docPart w:val="C85F45CA00FD3348A1F0D520227BD163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12ED1687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660FDD44" w14:textId="77777777" w:rsidTr="00A40413">
        <w:tc>
          <w:tcPr>
            <w:tcW w:w="2518" w:type="dxa"/>
            <w:vMerge/>
          </w:tcPr>
          <w:p w14:paraId="2C6302CD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6D6F3079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Straße: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95481488"/>
            <w:placeholder>
              <w:docPart w:val="F3E565B92B1C1F499E5EDF087BF48B00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5DA38AC7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0F5536FF" w14:textId="77777777" w:rsidTr="00A40413">
        <w:tc>
          <w:tcPr>
            <w:tcW w:w="2518" w:type="dxa"/>
            <w:vMerge/>
          </w:tcPr>
          <w:p w14:paraId="09A865E7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1C5A0D7C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PLZ, Ort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209196374"/>
            <w:placeholder>
              <w:docPart w:val="4182063D56A6A84F886D2DC9A5654FCA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45C41B39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75076AF7" w14:textId="77777777" w:rsidTr="00A40413">
        <w:tc>
          <w:tcPr>
            <w:tcW w:w="2518" w:type="dxa"/>
            <w:vMerge/>
          </w:tcPr>
          <w:p w14:paraId="532B8D95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48E368C4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639106053"/>
            <w:placeholder>
              <w:docPart w:val="2AA1A6F977DD8C478014B98B70DFA9FA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573706A9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367B9A2C" w14:textId="77777777" w:rsidTr="00A40413">
        <w:tc>
          <w:tcPr>
            <w:tcW w:w="2518" w:type="dxa"/>
            <w:vMerge/>
          </w:tcPr>
          <w:p w14:paraId="389F8350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5A7D5805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Telefon: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358857844"/>
            <w:placeholder>
              <w:docPart w:val="719A7A963B15294594D5BC6F50618B05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15A6AE5B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34B646B4" w14:textId="77777777" w:rsidTr="00A40413">
        <w:tc>
          <w:tcPr>
            <w:tcW w:w="2518" w:type="dxa"/>
            <w:vMerge/>
          </w:tcPr>
          <w:p w14:paraId="3ED65DE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40DD518B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Telefax: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980842834"/>
            <w:placeholder>
              <w:docPart w:val="9830CF60DCDC17428FB10050E23AB500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58E072F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34FE1DCA" w14:textId="77777777" w:rsidTr="00A40413">
        <w:trPr>
          <w:trHeight w:val="275"/>
        </w:trPr>
        <w:tc>
          <w:tcPr>
            <w:tcW w:w="2518" w:type="dxa"/>
            <w:vMerge/>
          </w:tcPr>
          <w:p w14:paraId="4FC33CCF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1000ADBD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E-Mail- Adresse: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695068805"/>
            <w:placeholder>
              <w:docPart w:val="4A00D7B51ECAF543BA14E1F307142BA0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515EBA7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</w:tbl>
    <w:p w14:paraId="24C30DE5" w14:textId="77777777" w:rsidR="006C6101" w:rsidRPr="00F24158" w:rsidRDefault="006C6101" w:rsidP="006C6101">
      <w:pPr>
        <w:tabs>
          <w:tab w:val="left" w:pos="709"/>
        </w:tabs>
        <w:rPr>
          <w:rFonts w:ascii="Helvetica" w:hAnsi="Helvetica" w:cs="Courier New"/>
          <w:lang w:val="de-DE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518"/>
        <w:gridCol w:w="2480"/>
        <w:gridCol w:w="3969"/>
      </w:tblGrid>
      <w:tr w:rsidR="006C6101" w:rsidRPr="00F24158" w14:paraId="49D689AC" w14:textId="77777777" w:rsidTr="00A40413">
        <w:tc>
          <w:tcPr>
            <w:tcW w:w="2518" w:type="dxa"/>
            <w:vMerge w:val="restart"/>
          </w:tcPr>
          <w:p w14:paraId="69F8E1C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Mitglied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:</w:t>
            </w:r>
          </w:p>
        </w:tc>
        <w:tc>
          <w:tcPr>
            <w:tcW w:w="2480" w:type="dxa"/>
          </w:tcPr>
          <w:p w14:paraId="0BFA9C76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Name und Rechtsform: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546268285"/>
            <w:placeholder>
              <w:docPart w:val="84199BD6A1678E488D9D77238BFA6025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28511670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59E3165E" w14:textId="77777777" w:rsidTr="00A40413">
        <w:tc>
          <w:tcPr>
            <w:tcW w:w="2518" w:type="dxa"/>
            <w:vMerge/>
          </w:tcPr>
          <w:p w14:paraId="466C7429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49B1193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Straße: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783499244"/>
            <w:placeholder>
              <w:docPart w:val="1637DBD8FC710346A163F363EA49C3D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2A214865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16B8D8FE" w14:textId="77777777" w:rsidTr="00A40413">
        <w:tc>
          <w:tcPr>
            <w:tcW w:w="2518" w:type="dxa"/>
            <w:vMerge/>
          </w:tcPr>
          <w:p w14:paraId="77DDFF85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1AA07653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PLZ, Ort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952087037"/>
            <w:placeholder>
              <w:docPart w:val="9FC434ABC8444D4F968FFCFD48AC3F6C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18E7FBF0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4B69D63E" w14:textId="77777777" w:rsidTr="00A40413">
        <w:tc>
          <w:tcPr>
            <w:tcW w:w="2518" w:type="dxa"/>
            <w:vMerge/>
          </w:tcPr>
          <w:p w14:paraId="4C69419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7D063C55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437716622"/>
            <w:placeholder>
              <w:docPart w:val="EF275FA365C8EB4B9A43564FCA14FB04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3457A18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20B62BBB" w14:textId="77777777" w:rsidTr="00A40413">
        <w:tc>
          <w:tcPr>
            <w:tcW w:w="2518" w:type="dxa"/>
            <w:vMerge/>
          </w:tcPr>
          <w:p w14:paraId="364CD52D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3C9AF23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Telefon: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1371144736"/>
            <w:placeholder>
              <w:docPart w:val="876404BCC668294489099ABE4F5F3147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1F4B2424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00D28F93" w14:textId="77777777" w:rsidTr="00A40413">
        <w:tc>
          <w:tcPr>
            <w:tcW w:w="2518" w:type="dxa"/>
            <w:vMerge/>
          </w:tcPr>
          <w:p w14:paraId="07B876AF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4AADD192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Telefax: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942843283"/>
            <w:placeholder>
              <w:docPart w:val="4D6A977893A8B24A9C433C6B7628FC46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94D9826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5B4DF623" w14:textId="77777777" w:rsidTr="00A40413">
        <w:trPr>
          <w:trHeight w:val="275"/>
        </w:trPr>
        <w:tc>
          <w:tcPr>
            <w:tcW w:w="2518" w:type="dxa"/>
            <w:vMerge/>
          </w:tcPr>
          <w:p w14:paraId="28DA9C7F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65B2806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E-Mail- Adresse: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829787957"/>
            <w:placeholder>
              <w:docPart w:val="550EC820EB81C144AADFC647671E38DE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BF54468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</w:tbl>
    <w:p w14:paraId="1B00A40D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tbl>
      <w:tblPr>
        <w:tblStyle w:val="Tabellenraster"/>
        <w:tblW w:w="0" w:type="auto"/>
        <w:tblLayout w:type="fixed"/>
        <w:tblLook w:val="00A0" w:firstRow="1" w:lastRow="0" w:firstColumn="1" w:lastColumn="0" w:noHBand="0" w:noVBand="0"/>
      </w:tblPr>
      <w:tblGrid>
        <w:gridCol w:w="2518"/>
        <w:gridCol w:w="2480"/>
        <w:gridCol w:w="3969"/>
      </w:tblGrid>
      <w:tr w:rsidR="006C6101" w:rsidRPr="00F24158" w14:paraId="3177EEDE" w14:textId="77777777" w:rsidTr="00A40413">
        <w:tc>
          <w:tcPr>
            <w:tcW w:w="2518" w:type="dxa"/>
            <w:vMerge w:val="restart"/>
          </w:tcPr>
          <w:p w14:paraId="6C26D414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Mitglied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:</w:t>
            </w:r>
          </w:p>
        </w:tc>
        <w:tc>
          <w:tcPr>
            <w:tcW w:w="2480" w:type="dxa"/>
          </w:tcPr>
          <w:p w14:paraId="28A2FAA1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Name und Rechtsform: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737010450"/>
            <w:placeholder>
              <w:docPart w:val="159BA6B0CC22404387261D80879EA227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F75B39B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10BD8FA6" w14:textId="77777777" w:rsidTr="00A40413">
        <w:tc>
          <w:tcPr>
            <w:tcW w:w="2518" w:type="dxa"/>
            <w:vMerge/>
          </w:tcPr>
          <w:p w14:paraId="61137EE8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43F87654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Straße: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923154022"/>
            <w:placeholder>
              <w:docPart w:val="0FD7537E5B77DA41ABC986872AE05AFB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2DE04B82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2D3B64CF" w14:textId="77777777" w:rsidTr="00A40413">
        <w:tc>
          <w:tcPr>
            <w:tcW w:w="2518" w:type="dxa"/>
            <w:vMerge/>
          </w:tcPr>
          <w:p w14:paraId="533C897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5472F3AC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PLZ, Ort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976108498"/>
            <w:placeholder>
              <w:docPart w:val="0A532638DB5ADC43AFCF2265B303DD8C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58FAEBF8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55B3451E" w14:textId="77777777" w:rsidTr="00A40413">
        <w:tc>
          <w:tcPr>
            <w:tcW w:w="2518" w:type="dxa"/>
            <w:vMerge/>
          </w:tcPr>
          <w:p w14:paraId="5A971943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71B104CA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753941646"/>
            <w:placeholder>
              <w:docPart w:val="291A5D744D6A6C4F8EB290B654AE0704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2F11B757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39A7ED0C" w14:textId="77777777" w:rsidTr="00A40413">
        <w:tc>
          <w:tcPr>
            <w:tcW w:w="2518" w:type="dxa"/>
            <w:vMerge/>
          </w:tcPr>
          <w:p w14:paraId="596F78CC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247A0F57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Telefon: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1492139878"/>
            <w:placeholder>
              <w:docPart w:val="C9B44A1EA3DE6A44B05A455DE252341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9AB3F4A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27D042A8" w14:textId="77777777" w:rsidTr="00A40413">
        <w:tc>
          <w:tcPr>
            <w:tcW w:w="2518" w:type="dxa"/>
            <w:vMerge/>
          </w:tcPr>
          <w:p w14:paraId="7A3DC63D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2EEB0D0B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Telefax: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2139296203"/>
            <w:placeholder>
              <w:docPart w:val="E0A702C882E0FE439869E87F195ADBB9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0A6034A5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  <w:tr w:rsidR="006C6101" w:rsidRPr="00F24158" w14:paraId="4343185C" w14:textId="77777777" w:rsidTr="00A40413">
        <w:trPr>
          <w:trHeight w:val="275"/>
        </w:trPr>
        <w:tc>
          <w:tcPr>
            <w:tcW w:w="2518" w:type="dxa"/>
            <w:vMerge/>
          </w:tcPr>
          <w:p w14:paraId="7B9A0104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</w:p>
        </w:tc>
        <w:tc>
          <w:tcPr>
            <w:tcW w:w="2480" w:type="dxa"/>
          </w:tcPr>
          <w:p w14:paraId="5E25FC6C" w14:textId="77777777" w:rsidR="006C6101" w:rsidRPr="00F24158" w:rsidRDefault="006C6101" w:rsidP="00A40413">
            <w:pPr>
              <w:tabs>
                <w:tab w:val="left" w:pos="709"/>
              </w:tabs>
              <w:spacing w:after="240" w:line="240" w:lineRule="auto"/>
              <w:rPr>
                <w:rFonts w:ascii="Helvetica" w:hAnsi="Helvetica" w:cs="Courier New"/>
                <w:color w:val="000000"/>
                <w:spacing w:val="-4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-4"/>
                <w:lang w:val="de-DE"/>
              </w:rPr>
              <w:t>E-Mail- Adresse:</w:t>
            </w:r>
          </w:p>
        </w:tc>
        <w:sdt>
          <w:sdtPr>
            <w:rPr>
              <w:rFonts w:ascii="Helvetica" w:hAnsi="Helvetica" w:cs="Courier New"/>
              <w:lang w:val="de-DE"/>
            </w:rPr>
            <w:id w:val="-289518681"/>
            <w:placeholder>
              <w:docPart w:val="DE07C8530F409447835F4C77AA12D709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251B2BE" w14:textId="77777777" w:rsidR="006C6101" w:rsidRPr="00F24158" w:rsidRDefault="006C6101" w:rsidP="00A40413">
                <w:pPr>
                  <w:tabs>
                    <w:tab w:val="left" w:pos="709"/>
                  </w:tabs>
                  <w:spacing w:after="240" w:line="240" w:lineRule="auto"/>
                  <w:rPr>
                    <w:rFonts w:ascii="Helvetica" w:hAnsi="Helvetica" w:cs="Courier New"/>
                    <w:color w:val="000000"/>
                    <w:spacing w:val="-4"/>
                    <w:lang w:val="de-DE"/>
                  </w:rPr>
                </w:pPr>
                <w:r w:rsidRPr="00F24158">
                  <w:rPr>
                    <w:rStyle w:val="Platzhaltertext"/>
                    <w:rFonts w:ascii="Helvetica" w:hAnsi="Helvetica" w:cs="Courier New"/>
                    <w:lang w:val="de-DE"/>
                  </w:rPr>
                  <w:t>Klicken Sie hier, um Text einzugeben.</w:t>
                </w:r>
              </w:p>
            </w:tc>
          </w:sdtContent>
        </w:sdt>
      </w:tr>
    </w:tbl>
    <w:p w14:paraId="4076782F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030F6A58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278E2F5E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0B5B2129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0D1E7880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03190FDC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4D65DB6C" w14:textId="77777777" w:rsidR="006C6101" w:rsidRPr="00F24158" w:rsidRDefault="006C6101" w:rsidP="006C6101">
      <w:pPr>
        <w:rPr>
          <w:rFonts w:ascii="Helvetica" w:hAnsi="Helvetica" w:cs="Courier New"/>
          <w:lang w:val="de-DE"/>
        </w:rPr>
      </w:pPr>
    </w:p>
    <w:p w14:paraId="0148BD3C" w14:textId="0C396C1C" w:rsidR="006C6101" w:rsidRDefault="006C6101" w:rsidP="000E33E0">
      <w:pPr>
        <w:pStyle w:val="Gliederung"/>
        <w:tabs>
          <w:tab w:val="clear" w:pos="680"/>
          <w:tab w:val="num" w:pos="567"/>
          <w:tab w:val="left" w:pos="1701"/>
          <w:tab w:val="left" w:pos="2268"/>
          <w:tab w:val="left" w:pos="2835"/>
          <w:tab w:val="decimal" w:pos="7371"/>
        </w:tabs>
        <w:spacing w:after="0" w:line="240" w:lineRule="auto"/>
        <w:ind w:left="567" w:hanging="567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lastRenderedPageBreak/>
        <w:t>Mit dieser Vollmacht beauftragen wir das Mitglied</w:t>
      </w:r>
    </w:p>
    <w:p w14:paraId="4DD6B37D" w14:textId="77777777" w:rsidR="000E33E0" w:rsidRPr="000E33E0" w:rsidRDefault="000E33E0" w:rsidP="000E33E0">
      <w:pPr>
        <w:pStyle w:val="Gliederung"/>
        <w:numPr>
          <w:ilvl w:val="0"/>
          <w:numId w:val="0"/>
        </w:numPr>
        <w:tabs>
          <w:tab w:val="left" w:pos="1701"/>
          <w:tab w:val="left" w:pos="2268"/>
          <w:tab w:val="left" w:pos="2835"/>
          <w:tab w:val="decimal" w:pos="7371"/>
        </w:tabs>
        <w:spacing w:after="0" w:line="240" w:lineRule="auto"/>
        <w:ind w:left="567"/>
        <w:jc w:val="both"/>
        <w:rPr>
          <w:rFonts w:ascii="Helvetica" w:hAnsi="Helvetica" w:cs="Courier New"/>
          <w:lang w:val="de-DE"/>
        </w:rPr>
      </w:pPr>
    </w:p>
    <w:sdt>
      <w:sdtPr>
        <w:rPr>
          <w:rFonts w:ascii="Helvetica" w:hAnsi="Helvetica" w:cs="Courier New"/>
          <w:lang w:val="de-DE"/>
        </w:rPr>
        <w:id w:val="-738165980"/>
        <w:placeholder>
          <w:docPart w:val="84143EE82CD1EE43B95FE55849E151E0"/>
        </w:placeholder>
        <w:showingPlcHdr/>
      </w:sdtPr>
      <w:sdtEndPr/>
      <w:sdtContent>
        <w:p w14:paraId="779D192D" w14:textId="6B34FE34" w:rsidR="000E33E0" w:rsidRDefault="006C6101" w:rsidP="00070F55">
          <w:pPr>
            <w:spacing w:after="0" w:line="240" w:lineRule="auto"/>
            <w:ind w:left="567"/>
            <w:rPr>
              <w:rFonts w:ascii="Helvetica" w:hAnsi="Helvetica" w:cs="Courier New"/>
              <w:lang w:val="de-DE"/>
            </w:rPr>
          </w:pPr>
          <w:r w:rsidRPr="00F24158">
            <w:rPr>
              <w:rStyle w:val="Platzhaltertext"/>
              <w:rFonts w:ascii="Helvetica" w:hAnsi="Helvetica" w:cs="Courier New"/>
              <w:lang w:val="de-DE"/>
            </w:rPr>
            <w:t>Klicken Sie hier, um Text einzugeben.</w:t>
          </w:r>
        </w:p>
      </w:sdtContent>
    </w:sdt>
    <w:p w14:paraId="51B10A37" w14:textId="78F20455" w:rsidR="006C6101" w:rsidRPr="00F24158" w:rsidRDefault="006C6101" w:rsidP="006C6101">
      <w:pPr>
        <w:spacing w:after="0" w:line="240" w:lineRule="auto"/>
        <w:ind w:left="567"/>
        <w:rPr>
          <w:rFonts w:ascii="Helvetica" w:hAnsi="Helvetica" w:cs="Courier New"/>
          <w:color w:val="000000"/>
          <w:lang w:val="de-DE"/>
        </w:rPr>
      </w:pPr>
      <w:r w:rsidRPr="00F24158">
        <w:rPr>
          <w:rFonts w:ascii="Helvetica" w:hAnsi="Helvetica" w:cs="Courier New"/>
          <w:lang w:val="de-DE"/>
        </w:rPr>
        <w:t>(Name und Anschrift des bevollmächtigten Mitglieds der Bieter*</w:t>
      </w:r>
      <w:proofErr w:type="spellStart"/>
      <w:r w:rsidRPr="00F24158">
        <w:rPr>
          <w:rFonts w:ascii="Helvetica" w:hAnsi="Helvetica" w:cs="Courier New"/>
          <w:lang w:val="de-DE"/>
        </w:rPr>
        <w:t>innengemeinschaft</w:t>
      </w:r>
      <w:proofErr w:type="spellEnd"/>
      <w:r w:rsidRPr="00F24158">
        <w:rPr>
          <w:rFonts w:ascii="Helvetica" w:hAnsi="Helvetica" w:cs="Courier New"/>
          <w:lang w:val="de-DE"/>
        </w:rPr>
        <w:t>) als bevollmächtigte Vertretung der Bieter*</w:t>
      </w:r>
      <w:proofErr w:type="spellStart"/>
      <w:r w:rsidRPr="00F24158">
        <w:rPr>
          <w:rFonts w:ascii="Helvetica" w:hAnsi="Helvetica" w:cs="Courier New"/>
          <w:lang w:val="de-DE"/>
        </w:rPr>
        <w:t>innengemeinschaft</w:t>
      </w:r>
      <w:proofErr w:type="spellEnd"/>
      <w:r w:rsidRPr="00F24158">
        <w:rPr>
          <w:rFonts w:ascii="Helvetica" w:hAnsi="Helvetica" w:cs="Courier New"/>
          <w:lang w:val="de-DE"/>
        </w:rPr>
        <w:t xml:space="preserve"> namens und im Auftrag dieser Bieter*</w:t>
      </w:r>
      <w:proofErr w:type="spellStart"/>
      <w:r w:rsidRPr="00F24158">
        <w:rPr>
          <w:rFonts w:ascii="Helvetica" w:hAnsi="Helvetica" w:cs="Courier New"/>
          <w:lang w:val="de-DE"/>
        </w:rPr>
        <w:t>innengemeinschaft</w:t>
      </w:r>
      <w:proofErr w:type="spellEnd"/>
      <w:r w:rsidRPr="00F24158">
        <w:rPr>
          <w:rFonts w:ascii="Helvetica" w:hAnsi="Helvetica" w:cs="Courier New"/>
          <w:lang w:val="de-DE"/>
        </w:rPr>
        <w:t xml:space="preserve"> mit</w:t>
      </w:r>
      <w:r w:rsidRPr="00F24158">
        <w:rPr>
          <w:rFonts w:ascii="Helvetica" w:hAnsi="Helvetica" w:cs="Courier New"/>
          <w:color w:val="000000"/>
          <w:lang w:val="de-DE"/>
        </w:rPr>
        <w:t xml:space="preserve"> </w:t>
      </w:r>
    </w:p>
    <w:p w14:paraId="0FE1D073" w14:textId="77777777" w:rsidR="006C6101" w:rsidRPr="00F24158" w:rsidRDefault="006C6101" w:rsidP="006C6101">
      <w:pPr>
        <w:pStyle w:val="Listenabsatz"/>
        <w:numPr>
          <w:ilvl w:val="0"/>
          <w:numId w:val="2"/>
        </w:numPr>
        <w:tabs>
          <w:tab w:val="left" w:pos="1134"/>
          <w:tab w:val="left" w:pos="1843"/>
          <w:tab w:val="left" w:pos="2268"/>
          <w:tab w:val="left" w:pos="2835"/>
          <w:tab w:val="decimal" w:pos="7371"/>
        </w:tabs>
        <w:spacing w:after="0" w:line="240" w:lineRule="auto"/>
        <w:contextualSpacing w:val="0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>der Unterzeichnung und Abgabe des Teilnahmeantrages und der Angebote,</w:t>
      </w:r>
    </w:p>
    <w:p w14:paraId="650697E7" w14:textId="77777777" w:rsidR="006C6101" w:rsidRPr="00F24158" w:rsidRDefault="006C6101" w:rsidP="006C6101">
      <w:pPr>
        <w:pStyle w:val="Listenabsatz"/>
        <w:numPr>
          <w:ilvl w:val="0"/>
          <w:numId w:val="2"/>
        </w:numPr>
        <w:tabs>
          <w:tab w:val="left" w:pos="1134"/>
          <w:tab w:val="left" w:pos="1843"/>
          <w:tab w:val="left" w:pos="2268"/>
          <w:tab w:val="left" w:pos="2835"/>
          <w:tab w:val="decimal" w:pos="7371"/>
        </w:tabs>
        <w:spacing w:after="0" w:line="240" w:lineRule="auto"/>
        <w:contextualSpacing w:val="0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 xml:space="preserve">der Führung von Verhandlungen im Rahmen dieser Ausschreibung </w:t>
      </w:r>
    </w:p>
    <w:p w14:paraId="48FE67BD" w14:textId="77777777" w:rsidR="006C6101" w:rsidRPr="00F24158" w:rsidRDefault="006C6101" w:rsidP="006C6101">
      <w:pPr>
        <w:pStyle w:val="Listenabsatz"/>
        <w:numPr>
          <w:ilvl w:val="0"/>
          <w:numId w:val="2"/>
        </w:numPr>
        <w:tabs>
          <w:tab w:val="left" w:pos="1134"/>
          <w:tab w:val="left" w:pos="1843"/>
          <w:tab w:val="left" w:pos="2268"/>
          <w:tab w:val="left" w:pos="2835"/>
          <w:tab w:val="decimal" w:pos="7371"/>
        </w:tabs>
        <w:spacing w:after="0" w:line="240" w:lineRule="auto"/>
        <w:contextualSpacing w:val="0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>der Abgabe von verbindlichen Erklärungen mit Wirkung für und gegen die Bieter*</w:t>
      </w:r>
      <w:proofErr w:type="spellStart"/>
      <w:r w:rsidRPr="00F24158">
        <w:rPr>
          <w:rFonts w:ascii="Helvetica" w:hAnsi="Helvetica" w:cs="Courier New"/>
          <w:lang w:val="de-DE"/>
        </w:rPr>
        <w:t>innengemeinschaft</w:t>
      </w:r>
      <w:proofErr w:type="spellEnd"/>
      <w:r w:rsidRPr="00F24158">
        <w:rPr>
          <w:rFonts w:ascii="Helvetica" w:hAnsi="Helvetica" w:cs="Courier New"/>
          <w:lang w:val="de-DE"/>
        </w:rPr>
        <w:t xml:space="preserve"> </w:t>
      </w:r>
    </w:p>
    <w:p w14:paraId="62DE89EF" w14:textId="77777777" w:rsidR="006C6101" w:rsidRPr="00F24158" w:rsidRDefault="006C6101" w:rsidP="006C6101">
      <w:pPr>
        <w:pStyle w:val="Listenabsatz"/>
        <w:numPr>
          <w:ilvl w:val="0"/>
          <w:numId w:val="2"/>
        </w:numPr>
        <w:tabs>
          <w:tab w:val="left" w:pos="1134"/>
          <w:tab w:val="left" w:pos="1843"/>
          <w:tab w:val="left" w:pos="2268"/>
          <w:tab w:val="left" w:pos="2835"/>
          <w:tab w:val="decimal" w:pos="7371"/>
        </w:tabs>
        <w:spacing w:after="0" w:line="240" w:lineRule="auto"/>
        <w:contextualSpacing w:val="0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>dem Abschluss von Verträgen</w:t>
      </w:r>
    </w:p>
    <w:p w14:paraId="0E5E9295" w14:textId="77777777" w:rsidR="006C6101" w:rsidRPr="00F24158" w:rsidRDefault="006C6101" w:rsidP="006C6101">
      <w:pPr>
        <w:spacing w:after="0" w:line="240" w:lineRule="auto"/>
        <w:ind w:left="567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 xml:space="preserve">in Bezug auf diese Ausschreibung. </w:t>
      </w:r>
    </w:p>
    <w:p w14:paraId="5D2A222A" w14:textId="77777777" w:rsidR="006C6101" w:rsidRPr="00F24158" w:rsidRDefault="006C6101" w:rsidP="006C6101">
      <w:pPr>
        <w:pStyle w:val="Gliederung"/>
        <w:tabs>
          <w:tab w:val="clear" w:pos="680"/>
          <w:tab w:val="num" w:pos="567"/>
          <w:tab w:val="left" w:pos="1701"/>
          <w:tab w:val="left" w:pos="2268"/>
          <w:tab w:val="left" w:pos="2835"/>
          <w:tab w:val="decimal" w:pos="7371"/>
        </w:tabs>
        <w:spacing w:after="0" w:line="240" w:lineRule="auto"/>
        <w:ind w:left="567" w:hanging="567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 xml:space="preserve">Wir versichern, dass wir als Mitglieder </w:t>
      </w:r>
      <w:proofErr w:type="gramStart"/>
      <w:r w:rsidRPr="00F24158">
        <w:rPr>
          <w:rFonts w:ascii="Helvetica" w:hAnsi="Helvetica" w:cs="Courier New"/>
          <w:lang w:val="de-DE"/>
        </w:rPr>
        <w:t>einer Bieter</w:t>
      </w:r>
      <w:proofErr w:type="gramEnd"/>
      <w:r w:rsidRPr="00F24158">
        <w:rPr>
          <w:rFonts w:ascii="Helvetica" w:hAnsi="Helvetica" w:cs="Courier New"/>
          <w:lang w:val="de-DE"/>
        </w:rPr>
        <w:t>*</w:t>
      </w:r>
      <w:proofErr w:type="spellStart"/>
      <w:r w:rsidRPr="00F24158">
        <w:rPr>
          <w:rFonts w:ascii="Helvetica" w:hAnsi="Helvetica" w:cs="Courier New"/>
          <w:lang w:val="de-DE"/>
        </w:rPr>
        <w:t>innengemeinschaft</w:t>
      </w:r>
      <w:proofErr w:type="spellEnd"/>
      <w:r w:rsidRPr="00F24158">
        <w:rPr>
          <w:rFonts w:ascii="Helvetica" w:hAnsi="Helvetica" w:cs="Courier New"/>
          <w:lang w:val="de-DE"/>
        </w:rPr>
        <w:t xml:space="preserve"> </w:t>
      </w:r>
      <w:r w:rsidRPr="00F24158">
        <w:rPr>
          <w:rFonts w:ascii="Helvetica" w:hAnsi="Helvetica" w:cs="Courier New"/>
          <w:u w:val="single"/>
          <w:lang w:val="de-DE"/>
        </w:rPr>
        <w:t>gesamtschuldnerisch</w:t>
      </w:r>
      <w:r w:rsidRPr="00F24158">
        <w:rPr>
          <w:rFonts w:ascii="Helvetica" w:hAnsi="Helvetica" w:cs="Courier New"/>
          <w:lang w:val="de-DE"/>
        </w:rPr>
        <w:t xml:space="preserve"> haften.</w:t>
      </w:r>
    </w:p>
    <w:p w14:paraId="46E102F1" w14:textId="2AE2880D" w:rsidR="006C6101" w:rsidRPr="000E33E0" w:rsidRDefault="006C6101" w:rsidP="000E33E0">
      <w:pPr>
        <w:pStyle w:val="Gliederung"/>
        <w:tabs>
          <w:tab w:val="clear" w:pos="680"/>
          <w:tab w:val="num" w:pos="567"/>
          <w:tab w:val="left" w:pos="1701"/>
          <w:tab w:val="left" w:pos="2268"/>
          <w:tab w:val="left" w:pos="2835"/>
          <w:tab w:val="decimal" w:pos="7371"/>
        </w:tabs>
        <w:spacing w:after="0" w:line="240" w:lineRule="auto"/>
        <w:ind w:left="567" w:hanging="567"/>
        <w:jc w:val="both"/>
        <w:rPr>
          <w:rFonts w:ascii="Helvetica" w:hAnsi="Helvetica" w:cs="Courier New"/>
          <w:lang w:val="de-DE"/>
        </w:rPr>
      </w:pPr>
      <w:r w:rsidRPr="00F24158">
        <w:rPr>
          <w:rFonts w:ascii="Helvetica" w:hAnsi="Helvetica" w:cs="Courier New"/>
          <w:lang w:val="de-DE"/>
        </w:rPr>
        <w:t>Wir erklären, dass wir im Falle der Zuschlagserteilung eine Arbeitsgemeinschaft bilden werden.</w:t>
      </w:r>
    </w:p>
    <w:p w14:paraId="60F87737" w14:textId="4BF725FF" w:rsidR="006C6101" w:rsidRPr="000F2329" w:rsidRDefault="006C6101" w:rsidP="000F2329">
      <w:pPr>
        <w:tabs>
          <w:tab w:val="left" w:pos="709"/>
        </w:tabs>
        <w:spacing w:after="0" w:line="240" w:lineRule="auto"/>
        <w:rPr>
          <w:rFonts w:ascii="Helvetica" w:hAnsi="Helvetica" w:cs="Courier New"/>
          <w:u w:val="single"/>
          <w:lang w:val="de-DE"/>
        </w:rPr>
      </w:pPr>
      <w:r w:rsidRPr="00F24158">
        <w:rPr>
          <w:rFonts w:ascii="Helvetica" w:hAnsi="Helvetica" w:cs="Courier New"/>
          <w:u w:val="single"/>
          <w:lang w:val="de-DE"/>
        </w:rPr>
        <w:t>Unterschriften durch alle Mitglieder der Bieter*</w:t>
      </w:r>
      <w:proofErr w:type="spellStart"/>
      <w:r w:rsidRPr="00F24158">
        <w:rPr>
          <w:rFonts w:ascii="Helvetica" w:hAnsi="Helvetica" w:cs="Courier New"/>
          <w:u w:val="single"/>
          <w:lang w:val="de-DE"/>
        </w:rPr>
        <w:t>innengemeinschaft</w:t>
      </w:r>
      <w:proofErr w:type="spellEnd"/>
      <w:r w:rsidRPr="00F24158">
        <w:rPr>
          <w:rFonts w:ascii="Helvetica" w:hAnsi="Helvetica" w:cs="Courier New"/>
          <w:u w:val="single"/>
          <w:lang w:val="de-DE"/>
        </w:rPr>
        <w:t>:</w:t>
      </w:r>
    </w:p>
    <w:p w14:paraId="72F5E881" w14:textId="77777777" w:rsidR="006C6101" w:rsidRPr="00F24158" w:rsidRDefault="006C6101" w:rsidP="006C6101">
      <w:pPr>
        <w:spacing w:after="60" w:line="240" w:lineRule="exact"/>
        <w:rPr>
          <w:rFonts w:ascii="Helvetica" w:hAnsi="Helvetica" w:cs="Courier New"/>
          <w:lang w:val="de-DE"/>
        </w:rPr>
      </w:pPr>
    </w:p>
    <w:tbl>
      <w:tblPr>
        <w:tblW w:w="962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49"/>
        <w:gridCol w:w="52"/>
        <w:gridCol w:w="8000"/>
        <w:gridCol w:w="26"/>
      </w:tblGrid>
      <w:tr w:rsidR="006C6101" w:rsidRPr="00F24158" w14:paraId="19F67AD8" w14:textId="77777777" w:rsidTr="00070F55">
        <w:trPr>
          <w:trHeight w:hRule="exact" w:val="809"/>
        </w:trPr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54DDD7D3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5DAD9284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66DABC20" w14:textId="77777777" w:rsidR="006C6101" w:rsidRPr="00F24158" w:rsidRDefault="006C6101" w:rsidP="00A40413">
            <w:pPr>
              <w:spacing w:after="0" w:line="240" w:lineRule="atLeast"/>
              <w:jc w:val="center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00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70700039" w14:textId="77777777" w:rsidR="006C6101" w:rsidRPr="00F24158" w:rsidRDefault="006C6101" w:rsidP="00A40413">
            <w:pPr>
              <w:spacing w:before="60" w:after="0" w:line="240" w:lineRule="auto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13C57A6E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2E1E9E98" w14:textId="77777777" w:rsidTr="00070F55">
        <w:trPr>
          <w:trHeight w:hRule="exact" w:val="846"/>
        </w:trPr>
        <w:tc>
          <w:tcPr>
            <w:tcW w:w="1601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1FD382BE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104B7770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3A31B0F2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00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1F5E02AB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12"/>
                <w:lang w:val="de-DE"/>
              </w:rPr>
              <w:t xml:space="preserve">Ort, 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Datum</w:t>
            </w:r>
          </w:p>
        </w:tc>
        <w:tc>
          <w:tcPr>
            <w:tcW w:w="25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749909EC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4BDD1585" w14:textId="77777777" w:rsidTr="00070F55">
        <w:trPr>
          <w:trHeight w:hRule="exact" w:val="1009"/>
        </w:trPr>
        <w:tc>
          <w:tcPr>
            <w:tcW w:w="1601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67B6EA6F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6F4C8D85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66DE286A" w14:textId="77777777" w:rsidR="006C6101" w:rsidRPr="00F24158" w:rsidRDefault="006C6101" w:rsidP="00A40413">
            <w:pPr>
              <w:spacing w:after="0" w:line="240" w:lineRule="auto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00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73C16982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(Unterschrift des </w:t>
            </w:r>
            <w:r w:rsidRPr="00F24158">
              <w:rPr>
                <w:rFonts w:ascii="Helvetica" w:hAnsi="Helvetica" w:cs="Courier New"/>
                <w:lang w:val="de-DE"/>
              </w:rPr>
              <w:t>Mitgliedes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)</w:t>
            </w:r>
          </w:p>
        </w:tc>
        <w:tc>
          <w:tcPr>
            <w:tcW w:w="25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5DF99BDB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3A83844B" w14:textId="77777777" w:rsidTr="00070F55">
        <w:trPr>
          <w:trHeight w:hRule="exact" w:val="1008"/>
        </w:trPr>
        <w:tc>
          <w:tcPr>
            <w:tcW w:w="154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7B8F7DE8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2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4ADE3161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26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67AF316B" w14:textId="5762DF06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(Name des Mitgliedes der Bieter*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in Druckbuchstaben</w:t>
            </w:r>
          </w:p>
          <w:p w14:paraId="4707B375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0D7C6453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78218F4D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788CB7C6" w14:textId="77777777" w:rsidTr="00070F55">
        <w:trPr>
          <w:trHeight w:hRule="exact" w:val="403"/>
        </w:trPr>
        <w:tc>
          <w:tcPr>
            <w:tcW w:w="154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14:paraId="62770CBB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2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0C3059D3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26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35F298BE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 xml:space="preserve">(Name des/der Unterzeichner*in 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Druckbuchstaben)</w:t>
            </w:r>
          </w:p>
          <w:p w14:paraId="36DA877E" w14:textId="77777777" w:rsidR="006C6101" w:rsidRPr="00F24158" w:rsidRDefault="006C6101" w:rsidP="00A40413">
            <w:pPr>
              <w:tabs>
                <w:tab w:val="left" w:pos="5205"/>
              </w:tabs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ab/>
            </w:r>
          </w:p>
        </w:tc>
      </w:tr>
    </w:tbl>
    <w:p w14:paraId="36FBC1F9" w14:textId="77777777" w:rsidR="006C6101" w:rsidRPr="00F24158" w:rsidRDefault="006C6101" w:rsidP="006C6101">
      <w:pPr>
        <w:spacing w:after="60" w:line="240" w:lineRule="exact"/>
        <w:rPr>
          <w:rFonts w:ascii="Helvetica" w:hAnsi="Helvetica" w:cs="Courier New"/>
          <w:lang w:val="de-DE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54"/>
        <w:gridCol w:w="53"/>
        <w:gridCol w:w="8026"/>
        <w:gridCol w:w="26"/>
      </w:tblGrid>
      <w:tr w:rsidR="006C6101" w:rsidRPr="00F24158" w14:paraId="4568F104" w14:textId="77777777" w:rsidTr="00A40413">
        <w:trPr>
          <w:trHeight w:hRule="exact" w:val="809"/>
        </w:trPr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2E78BC85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68E50CCF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362960E1" w14:textId="77777777" w:rsidR="006C6101" w:rsidRPr="00F24158" w:rsidRDefault="006C6101" w:rsidP="00A40413">
            <w:pPr>
              <w:spacing w:after="0" w:line="240" w:lineRule="atLeast"/>
              <w:jc w:val="center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6C765EFE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14272C83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3DE36931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58476134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09292305" w14:textId="77777777" w:rsidTr="00A40413">
        <w:trPr>
          <w:trHeight w:hRule="exact" w:val="846"/>
        </w:trPr>
        <w:tc>
          <w:tcPr>
            <w:tcW w:w="1607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65F2FA39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35763965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1384A59F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62D274A4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12"/>
                <w:lang w:val="de-DE"/>
              </w:rPr>
              <w:t xml:space="preserve">Ort, 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Datum</w:t>
            </w:r>
          </w:p>
        </w:tc>
        <w:tc>
          <w:tcPr>
            <w:tcW w:w="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3ED1940A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48A5C47E" w14:textId="77777777" w:rsidTr="00A40413">
        <w:trPr>
          <w:trHeight w:hRule="exact" w:val="1009"/>
        </w:trPr>
        <w:tc>
          <w:tcPr>
            <w:tcW w:w="1607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0A313310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1C80A1CA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0DCB85F9" w14:textId="77777777" w:rsidR="006C6101" w:rsidRPr="00F24158" w:rsidRDefault="006C6101" w:rsidP="00A40413">
            <w:pPr>
              <w:spacing w:after="0" w:line="240" w:lineRule="auto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53DF4ECA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(Unterschrift des </w:t>
            </w:r>
            <w:r w:rsidRPr="00F24158">
              <w:rPr>
                <w:rFonts w:ascii="Helvetica" w:hAnsi="Helvetica" w:cs="Courier New"/>
                <w:lang w:val="de-DE"/>
              </w:rPr>
              <w:t>Mitgliedes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)</w:t>
            </w:r>
          </w:p>
        </w:tc>
        <w:tc>
          <w:tcPr>
            <w:tcW w:w="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38DE711A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79517B5B" w14:textId="77777777" w:rsidTr="00A40413">
        <w:trPr>
          <w:trHeight w:hRule="exact" w:val="1008"/>
        </w:trPr>
        <w:tc>
          <w:tcPr>
            <w:tcW w:w="155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1A6FEBA5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52AFD28F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3E2DABF0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(Name des Mitgliedes der Bieter*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in Druckbuchstaben)</w:t>
            </w:r>
          </w:p>
          <w:p w14:paraId="7929F6EB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59F28251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477E3B50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50B63664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05A72BD6" w14:textId="77777777" w:rsidTr="00A40413">
        <w:trPr>
          <w:trHeight w:hRule="exact" w:val="403"/>
        </w:trPr>
        <w:tc>
          <w:tcPr>
            <w:tcW w:w="15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14:paraId="45F65AE1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17093724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57952BE8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 xml:space="preserve">(Name des/der Unterzeichner*in 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Druckbuchstaben)</w:t>
            </w:r>
          </w:p>
          <w:p w14:paraId="10C2363B" w14:textId="77777777" w:rsidR="006C6101" w:rsidRPr="00F24158" w:rsidRDefault="006C6101" w:rsidP="00A40413">
            <w:pPr>
              <w:tabs>
                <w:tab w:val="left" w:pos="5205"/>
              </w:tabs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ab/>
            </w:r>
          </w:p>
        </w:tc>
      </w:tr>
    </w:tbl>
    <w:p w14:paraId="0ED8D28E" w14:textId="77777777" w:rsidR="006C6101" w:rsidRPr="00F24158" w:rsidRDefault="006C6101" w:rsidP="006C6101">
      <w:pPr>
        <w:tabs>
          <w:tab w:val="left" w:pos="1134"/>
        </w:tabs>
        <w:spacing w:after="60" w:line="240" w:lineRule="exact"/>
        <w:rPr>
          <w:rFonts w:ascii="Helvetica" w:hAnsi="Helvetica" w:cs="Courier New"/>
          <w:lang w:val="de-DE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54"/>
        <w:gridCol w:w="53"/>
        <w:gridCol w:w="8026"/>
        <w:gridCol w:w="26"/>
      </w:tblGrid>
      <w:tr w:rsidR="006C6101" w:rsidRPr="00F24158" w14:paraId="32D3A403" w14:textId="77777777" w:rsidTr="00A40413">
        <w:trPr>
          <w:trHeight w:hRule="exact" w:val="809"/>
        </w:trPr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2F12480F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6B63434F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5A1A2210" w14:textId="77777777" w:rsidR="006C6101" w:rsidRPr="00F24158" w:rsidRDefault="006C6101" w:rsidP="00A40413">
            <w:pPr>
              <w:spacing w:after="0" w:line="240" w:lineRule="atLeast"/>
              <w:jc w:val="center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37999D19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1B2CA765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1B1E82F8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7C931D30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558B8069" w14:textId="77777777" w:rsidTr="00A40413">
        <w:trPr>
          <w:trHeight w:hRule="exact" w:val="846"/>
        </w:trPr>
        <w:tc>
          <w:tcPr>
            <w:tcW w:w="1607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7C47DE61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6C2B2087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4D8BCD75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0755E96F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12"/>
                <w:lang w:val="de-DE"/>
              </w:rPr>
              <w:t xml:space="preserve">Ort, 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Datum</w:t>
            </w:r>
          </w:p>
        </w:tc>
        <w:tc>
          <w:tcPr>
            <w:tcW w:w="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05E8F855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49ECB8C2" w14:textId="77777777" w:rsidTr="00A40413">
        <w:trPr>
          <w:trHeight w:hRule="exact" w:val="1009"/>
        </w:trPr>
        <w:tc>
          <w:tcPr>
            <w:tcW w:w="1607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63CA2A70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5DCAF2E9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4DD5C7E2" w14:textId="77777777" w:rsidR="006C6101" w:rsidRPr="00F24158" w:rsidRDefault="006C6101" w:rsidP="00A40413">
            <w:pPr>
              <w:spacing w:after="0" w:line="240" w:lineRule="auto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1D6210E1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(Unterschrift des </w:t>
            </w:r>
            <w:r w:rsidRPr="00F24158">
              <w:rPr>
                <w:rFonts w:ascii="Helvetica" w:hAnsi="Helvetica" w:cs="Courier New"/>
                <w:lang w:val="de-DE"/>
              </w:rPr>
              <w:t>Mitgliedes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)</w:t>
            </w:r>
          </w:p>
        </w:tc>
        <w:tc>
          <w:tcPr>
            <w:tcW w:w="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562E512B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7407EDD3" w14:textId="77777777" w:rsidTr="00A40413">
        <w:trPr>
          <w:trHeight w:hRule="exact" w:val="1008"/>
        </w:trPr>
        <w:tc>
          <w:tcPr>
            <w:tcW w:w="155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1978D806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4C042716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565C46B7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(Name des Mitgliedes der Bieter*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in Druckbuchstaben)</w:t>
            </w:r>
          </w:p>
          <w:p w14:paraId="2D11BE83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1CC66DE0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0371EC64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44866CC7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6CE51B42" w14:textId="77777777" w:rsidTr="00A40413">
        <w:trPr>
          <w:trHeight w:hRule="exact" w:val="403"/>
        </w:trPr>
        <w:tc>
          <w:tcPr>
            <w:tcW w:w="15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14:paraId="6F3BA831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5EB05942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2E5D23C0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 xml:space="preserve">(Name des/der Unterzeichner*in 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Druckbuchstaben)</w:t>
            </w:r>
          </w:p>
          <w:p w14:paraId="4631505F" w14:textId="77777777" w:rsidR="006C6101" w:rsidRPr="00F24158" w:rsidRDefault="006C6101" w:rsidP="00A40413">
            <w:pPr>
              <w:tabs>
                <w:tab w:val="left" w:pos="5205"/>
              </w:tabs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ab/>
            </w:r>
          </w:p>
        </w:tc>
      </w:tr>
    </w:tbl>
    <w:p w14:paraId="2C53AF82" w14:textId="77777777" w:rsidR="006C6101" w:rsidRPr="00F24158" w:rsidRDefault="006C6101" w:rsidP="006C6101">
      <w:pPr>
        <w:spacing w:after="60" w:line="240" w:lineRule="exact"/>
        <w:rPr>
          <w:rFonts w:ascii="Helvetica" w:hAnsi="Helvetica" w:cs="Courier New"/>
          <w:lang w:val="de-DE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54"/>
        <w:gridCol w:w="53"/>
        <w:gridCol w:w="8026"/>
        <w:gridCol w:w="26"/>
      </w:tblGrid>
      <w:tr w:rsidR="006C6101" w:rsidRPr="00F24158" w14:paraId="3182202C" w14:textId="77777777" w:rsidTr="00A40413">
        <w:trPr>
          <w:trHeight w:hRule="exact" w:val="572"/>
        </w:trPr>
        <w:tc>
          <w:tcPr>
            <w:tcW w:w="1607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2180E3B9" w14:textId="77777777" w:rsidR="006C6101" w:rsidRPr="00F24158" w:rsidRDefault="006C6101" w:rsidP="00A40413">
            <w:pPr>
              <w:spacing w:after="0" w:line="240" w:lineRule="auto"/>
              <w:rPr>
                <w:rFonts w:ascii="Helvetica" w:hAnsi="Helvetica" w:cs="Courier New"/>
                <w:color w:val="000000"/>
                <w:w w:val="105"/>
                <w:lang w:val="de-DE"/>
              </w:rPr>
            </w:pPr>
          </w:p>
          <w:p w14:paraId="68ACED59" w14:textId="77777777" w:rsidR="006C6101" w:rsidRPr="00F24158" w:rsidRDefault="006C6101" w:rsidP="00A40413">
            <w:pPr>
              <w:spacing w:after="0" w:line="240" w:lineRule="atLeast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4D1A5190" w14:textId="77777777" w:rsidR="006C6101" w:rsidRPr="00F24158" w:rsidRDefault="006C6101" w:rsidP="00A40413">
            <w:pPr>
              <w:spacing w:before="60" w:after="0" w:line="240" w:lineRule="auto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05B7E02D" w14:textId="77777777" w:rsidR="006C6101" w:rsidRPr="00F24158" w:rsidRDefault="006C6101" w:rsidP="00A40413">
            <w:pPr>
              <w:spacing w:before="60" w:after="0" w:line="240" w:lineRule="auto"/>
              <w:jc w:val="center"/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2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7A1FD02C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7173A467" w14:textId="77777777" w:rsidTr="00A40413">
        <w:trPr>
          <w:trHeight w:hRule="exact" w:val="846"/>
        </w:trPr>
        <w:tc>
          <w:tcPr>
            <w:tcW w:w="1607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6818F8F2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21134843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7BC7FED7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42886967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12"/>
                <w:lang w:val="de-DE"/>
              </w:rPr>
              <w:t xml:space="preserve">Ort, 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Datum</w:t>
            </w:r>
          </w:p>
        </w:tc>
        <w:tc>
          <w:tcPr>
            <w:tcW w:w="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06407275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55E0FBFA" w14:textId="77777777" w:rsidTr="00A40413">
        <w:trPr>
          <w:trHeight w:hRule="exact" w:val="1009"/>
        </w:trPr>
        <w:tc>
          <w:tcPr>
            <w:tcW w:w="1607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7C770291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7CAA7E51" w14:textId="77777777" w:rsidR="006C6101" w:rsidRPr="00F24158" w:rsidRDefault="006C6101" w:rsidP="00A40413">
            <w:pPr>
              <w:spacing w:after="0" w:line="240" w:lineRule="auto"/>
              <w:jc w:val="center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  <w:p w14:paraId="33BCDD31" w14:textId="77777777" w:rsidR="006C6101" w:rsidRPr="00F24158" w:rsidRDefault="006C6101" w:rsidP="00A40413">
            <w:pPr>
              <w:spacing w:after="0" w:line="240" w:lineRule="auto"/>
              <w:rPr>
                <w:rFonts w:ascii="Helvetica" w:hAnsi="Helvetica" w:cs="Courier New"/>
                <w:color w:val="000000"/>
                <w:spacing w:val="12"/>
                <w:lang w:val="de-DE"/>
              </w:rPr>
            </w:pPr>
          </w:p>
        </w:tc>
        <w:tc>
          <w:tcPr>
            <w:tcW w:w="8026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6F7E6CB3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(Unterschrift des </w:t>
            </w:r>
            <w:r w:rsidRPr="00F24158">
              <w:rPr>
                <w:rFonts w:ascii="Helvetica" w:hAnsi="Helvetica" w:cs="Courier New"/>
                <w:lang w:val="de-DE"/>
              </w:rPr>
              <w:t>Mitgliedes</w:t>
            </w:r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 xml:space="preserve"> der Bieter*</w:t>
            </w:r>
            <w:proofErr w:type="spellStart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color w:val="000000"/>
                <w:spacing w:val="9"/>
                <w:lang w:val="de-DE"/>
              </w:rPr>
              <w:t>)</w:t>
            </w:r>
          </w:p>
        </w:tc>
        <w:tc>
          <w:tcPr>
            <w:tcW w:w="26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601D0F4E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37FE98F6" w14:textId="77777777" w:rsidTr="00A40413">
        <w:trPr>
          <w:trHeight w:hRule="exact" w:val="1008"/>
        </w:trPr>
        <w:tc>
          <w:tcPr>
            <w:tcW w:w="155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14:paraId="332F7B17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3F91EFF5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5CAF523C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>(Name des Mitgliedes der Bieter*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innengemeinschaft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in Druckbuchstaben)</w:t>
            </w:r>
          </w:p>
          <w:p w14:paraId="4CF2A588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13C5352A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0F954F2C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  <w:p w14:paraId="6E0B0653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</w:tr>
      <w:tr w:rsidR="006C6101" w:rsidRPr="00F24158" w14:paraId="1717695C" w14:textId="77777777" w:rsidTr="00A40413">
        <w:trPr>
          <w:trHeight w:hRule="exact" w:val="403"/>
        </w:trPr>
        <w:tc>
          <w:tcPr>
            <w:tcW w:w="155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14:paraId="3D3EE41E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53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14:paraId="30C22911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</w:p>
        </w:tc>
        <w:tc>
          <w:tcPr>
            <w:tcW w:w="8052" w:type="dxa"/>
            <w:gridSpan w:val="2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14:paraId="23AE46AC" w14:textId="77777777" w:rsidR="006C6101" w:rsidRPr="00F24158" w:rsidRDefault="006C6101" w:rsidP="00A40413">
            <w:pPr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 xml:space="preserve">(Name des/der Unterzeichner*in </w:t>
            </w:r>
            <w:proofErr w:type="spellStart"/>
            <w:r w:rsidRPr="00F24158">
              <w:rPr>
                <w:rFonts w:ascii="Helvetica" w:hAnsi="Helvetica" w:cs="Courier New"/>
                <w:lang w:val="de-DE"/>
              </w:rPr>
              <w:t>in</w:t>
            </w:r>
            <w:proofErr w:type="spellEnd"/>
            <w:r w:rsidRPr="00F24158">
              <w:rPr>
                <w:rFonts w:ascii="Helvetica" w:hAnsi="Helvetica" w:cs="Courier New"/>
                <w:lang w:val="de-DE"/>
              </w:rPr>
              <w:t xml:space="preserve"> Druckbuchstaben)</w:t>
            </w:r>
          </w:p>
          <w:p w14:paraId="6FD9F1A0" w14:textId="77777777" w:rsidR="006C6101" w:rsidRPr="00F24158" w:rsidRDefault="006C6101" w:rsidP="00A40413">
            <w:pPr>
              <w:tabs>
                <w:tab w:val="left" w:pos="5205"/>
              </w:tabs>
              <w:rPr>
                <w:rFonts w:ascii="Helvetica" w:hAnsi="Helvetica" w:cs="Courier New"/>
                <w:lang w:val="de-DE"/>
              </w:rPr>
            </w:pPr>
            <w:r w:rsidRPr="00F24158">
              <w:rPr>
                <w:rFonts w:ascii="Helvetica" w:hAnsi="Helvetica" w:cs="Courier New"/>
                <w:lang w:val="de-DE"/>
              </w:rPr>
              <w:tab/>
            </w:r>
          </w:p>
        </w:tc>
      </w:tr>
    </w:tbl>
    <w:p w14:paraId="4AC9AAD6" w14:textId="0D300218" w:rsidR="00DD7759" w:rsidRPr="00F24158" w:rsidRDefault="00DD7759" w:rsidP="006C6101">
      <w:pPr>
        <w:rPr>
          <w:rFonts w:ascii="Helvetica" w:hAnsi="Helvetica"/>
          <w:lang w:val="de-DE"/>
        </w:rPr>
      </w:pPr>
    </w:p>
    <w:sectPr w:rsidR="00DD7759" w:rsidRPr="00F24158" w:rsidSect="000E33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55" w:right="1418" w:bottom="79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2D092" w14:textId="77777777" w:rsidR="006C6101" w:rsidRDefault="006C6101" w:rsidP="00DD7759">
      <w:pPr>
        <w:spacing w:after="0" w:line="240" w:lineRule="auto"/>
      </w:pPr>
      <w:r>
        <w:separator/>
      </w:r>
    </w:p>
  </w:endnote>
  <w:endnote w:type="continuationSeparator" w:id="0">
    <w:p w14:paraId="32CDA6B6" w14:textId="77777777" w:rsidR="006C6101" w:rsidRDefault="006C6101" w:rsidP="00DD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8F9C3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541243CE" w14:textId="77777777" w:rsidTr="5EEBAB04">
      <w:trPr>
        <w:trHeight w:val="300"/>
      </w:trPr>
      <w:tc>
        <w:tcPr>
          <w:tcW w:w="3020" w:type="dxa"/>
        </w:tcPr>
        <w:p w14:paraId="0C4F2B07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54326D67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2D9BFBA9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5BC025A1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63520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6082C" w14:textId="77777777" w:rsidR="006C6101" w:rsidRDefault="006C6101" w:rsidP="00DD7759">
      <w:pPr>
        <w:spacing w:after="0" w:line="240" w:lineRule="auto"/>
      </w:pPr>
      <w:r>
        <w:separator/>
      </w:r>
    </w:p>
  </w:footnote>
  <w:footnote w:type="continuationSeparator" w:id="0">
    <w:p w14:paraId="511DDAFE" w14:textId="77777777" w:rsidR="006C6101" w:rsidRDefault="006C6101" w:rsidP="00DD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8E8A8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1DE83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0B8B7E2A" wp14:editId="0173C2A4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DC6AB" w14:textId="77777777" w:rsidR="00D05E8A" w:rsidRDefault="00D05E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439E6"/>
    <w:multiLevelType w:val="hybridMultilevel"/>
    <w:tmpl w:val="CDA6E788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4A45FA0"/>
    <w:multiLevelType w:val="multilevel"/>
    <w:tmpl w:val="CAFCAB84"/>
    <w:lvl w:ilvl="0">
      <w:start w:val="1"/>
      <w:numFmt w:val="decimal"/>
      <w:pStyle w:val="Gliederung"/>
      <w:lvlText w:val="%1."/>
      <w:lvlJc w:val="left"/>
      <w:pPr>
        <w:tabs>
          <w:tab w:val="num" w:pos="680"/>
        </w:tabs>
        <w:ind w:left="680" w:hanging="680"/>
      </w:pPr>
      <w:rPr>
        <w:rFonts w:ascii="Helvetica" w:hAnsi="Helvetica" w:cs="Courier New" w:hint="default"/>
        <w:b w:val="0"/>
        <w:bCs w:val="0"/>
        <w:i w:val="0"/>
        <w:iCs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27"/>
      <w:numFmt w:val="lowerLetter"/>
      <w:lvlText w:val="%3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3">
      <w:start w:val="53"/>
      <w:numFmt w:val="lowerLetter"/>
      <w:lvlText w:val="%4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5">
      <w:start w:val="27"/>
      <w:numFmt w:val="lowerLetter"/>
      <w:lvlText w:val="(%6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014"/>
        </w:tabs>
        <w:ind w:left="401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374"/>
        </w:tabs>
        <w:ind w:left="4374" w:hanging="360"/>
      </w:pPr>
      <w:rPr>
        <w:rFonts w:cs="Times New Roman" w:hint="default"/>
      </w:rPr>
    </w:lvl>
  </w:abstractNum>
  <w:num w:numId="1" w16cid:durableId="818107390">
    <w:abstractNumId w:val="1"/>
  </w:num>
  <w:num w:numId="2" w16cid:durableId="40326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5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01"/>
    <w:rsid w:val="0001752B"/>
    <w:rsid w:val="000332DB"/>
    <w:rsid w:val="00043AE1"/>
    <w:rsid w:val="00047999"/>
    <w:rsid w:val="000560BC"/>
    <w:rsid w:val="00070F55"/>
    <w:rsid w:val="00095727"/>
    <w:rsid w:val="000E33E0"/>
    <w:rsid w:val="000F2329"/>
    <w:rsid w:val="00116DDE"/>
    <w:rsid w:val="0012599C"/>
    <w:rsid w:val="001350B7"/>
    <w:rsid w:val="00161EE8"/>
    <w:rsid w:val="001735D3"/>
    <w:rsid w:val="00192BAE"/>
    <w:rsid w:val="001E2A76"/>
    <w:rsid w:val="001E46FA"/>
    <w:rsid w:val="002E6FE6"/>
    <w:rsid w:val="002F56F9"/>
    <w:rsid w:val="003B048D"/>
    <w:rsid w:val="003C1707"/>
    <w:rsid w:val="00417BD8"/>
    <w:rsid w:val="00441BDA"/>
    <w:rsid w:val="00450550"/>
    <w:rsid w:val="0047178F"/>
    <w:rsid w:val="00487B0C"/>
    <w:rsid w:val="004C5248"/>
    <w:rsid w:val="00582C9C"/>
    <w:rsid w:val="005E0ED3"/>
    <w:rsid w:val="006B7B22"/>
    <w:rsid w:val="006C6101"/>
    <w:rsid w:val="006D5637"/>
    <w:rsid w:val="00701199"/>
    <w:rsid w:val="007754AF"/>
    <w:rsid w:val="0082195D"/>
    <w:rsid w:val="0083330D"/>
    <w:rsid w:val="008B028F"/>
    <w:rsid w:val="009174E5"/>
    <w:rsid w:val="00995CE6"/>
    <w:rsid w:val="00A51BA7"/>
    <w:rsid w:val="00AA2A7C"/>
    <w:rsid w:val="00BB667F"/>
    <w:rsid w:val="00C1638A"/>
    <w:rsid w:val="00C40AC3"/>
    <w:rsid w:val="00C51053"/>
    <w:rsid w:val="00C84307"/>
    <w:rsid w:val="00C90BCA"/>
    <w:rsid w:val="00D05E8A"/>
    <w:rsid w:val="00D32A86"/>
    <w:rsid w:val="00D80BDE"/>
    <w:rsid w:val="00DD7759"/>
    <w:rsid w:val="00E3238B"/>
    <w:rsid w:val="00E33DEE"/>
    <w:rsid w:val="00F24158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3B8B"/>
  <w15:chartTrackingRefBased/>
  <w15:docId w15:val="{4250950A-9A65-EB4F-A01D-CF79BD51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lt+TT"/>
    <w:qFormat/>
    <w:rsid w:val="006C6101"/>
    <w:pPr>
      <w:spacing w:after="200" w:line="276" w:lineRule="auto"/>
    </w:pPr>
    <w:rPr>
      <w:rFonts w:ascii="Calibri" w:eastAsia="Times New Roman" w:hAnsi="Calibri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Gliederung">
    <w:name w:val="Gliederung"/>
    <w:basedOn w:val="Standard"/>
    <w:qFormat/>
    <w:rsid w:val="006C6101"/>
    <w:pPr>
      <w:numPr>
        <w:numId w:val="1"/>
      </w:numPr>
    </w:pPr>
  </w:style>
  <w:style w:type="character" w:styleId="Platzhaltertext">
    <w:name w:val="Placeholder Text"/>
    <w:basedOn w:val="Absatz-Standardschriftart"/>
    <w:uiPriority w:val="99"/>
    <w:semiHidden/>
    <w:rsid w:val="006C6101"/>
    <w:rPr>
      <w:rFonts w:cs="Times New Roman"/>
      <w:color w:val="808080"/>
    </w:rPr>
  </w:style>
  <w:style w:type="paragraph" w:styleId="Listenabsatz">
    <w:name w:val="List Paragraph"/>
    <w:basedOn w:val="Standard"/>
    <w:uiPriority w:val="34"/>
    <w:qFormat/>
    <w:rsid w:val="006C6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hias.Bauer/Library/Group%20Containers/UBF8T346G9.Office/User%20Content.localized/Templates.localized/RBX_Briefp_02%20nur%20Logo%20Kopfzei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1A21BC243EAF4DA64CA44B9251D7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14DD68-AD13-B44E-B60B-C880D3030247}"/>
      </w:docPartPr>
      <w:docPartBody>
        <w:p w:rsidR="0021017E" w:rsidRDefault="0021017E" w:rsidP="0021017E">
          <w:pPr>
            <w:pStyle w:val="FA1A21BC243EAF4DA64CA44B9251D7FE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3FF093D7825EFA48B0D42B854016C8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4C092B-5213-2640-9EC0-BB9409B83B3E}"/>
      </w:docPartPr>
      <w:docPartBody>
        <w:p w:rsidR="0021017E" w:rsidRDefault="0021017E" w:rsidP="0021017E">
          <w:pPr>
            <w:pStyle w:val="3FF093D7825EFA48B0D42B854016C86C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264434D3F6856A4F92284C8BB9C5B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619416-EB40-F34D-96BD-336D3BFEBCD2}"/>
      </w:docPartPr>
      <w:docPartBody>
        <w:p w:rsidR="0021017E" w:rsidRDefault="0021017E" w:rsidP="0021017E">
          <w:pPr>
            <w:pStyle w:val="264434D3F6856A4F92284C8BB9C5B619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C9C97BA3AEDF6A4B8D5D48BA6D63F5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E40863-E309-E849-94B0-7E5DCB2B7C82}"/>
      </w:docPartPr>
      <w:docPartBody>
        <w:p w:rsidR="0021017E" w:rsidRDefault="0021017E" w:rsidP="0021017E">
          <w:pPr>
            <w:pStyle w:val="C9C97BA3AEDF6A4B8D5D48BA6D63F5BE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B0EF01A523F55C4FAFF33F0C5D5EBA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9CC143-7D1C-AD40-997D-6927EF45C3BD}"/>
      </w:docPartPr>
      <w:docPartBody>
        <w:p w:rsidR="0021017E" w:rsidRDefault="0021017E" w:rsidP="0021017E">
          <w:pPr>
            <w:pStyle w:val="B0EF01A523F55C4FAFF33F0C5D5EBACE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DBEB4FED33A93C48B9BD884720E5EA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568667-8020-0443-A6BF-AF0CFFF1796A}"/>
      </w:docPartPr>
      <w:docPartBody>
        <w:p w:rsidR="0021017E" w:rsidRDefault="0021017E" w:rsidP="0021017E">
          <w:pPr>
            <w:pStyle w:val="DBEB4FED33A93C48B9BD884720E5EA75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3AA9DF2A1DC646429E5D7DD0A5A1F6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EF54C8-87EF-834E-B215-C415F261BD78}"/>
      </w:docPartPr>
      <w:docPartBody>
        <w:p w:rsidR="0021017E" w:rsidRDefault="0021017E" w:rsidP="0021017E">
          <w:pPr>
            <w:pStyle w:val="3AA9DF2A1DC646429E5D7DD0A5A1F60E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3EFFEA216304124EAC7D66E40A09FA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C97837-4E91-5C4B-85F7-6CC929732FDE}"/>
      </w:docPartPr>
      <w:docPartBody>
        <w:p w:rsidR="0021017E" w:rsidRDefault="0021017E" w:rsidP="0021017E">
          <w:pPr>
            <w:pStyle w:val="3EFFEA216304124EAC7D66E40A09FA6D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FB693428FF88A64EA2B509CA79FE16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CFD1B8-ABAD-2D4E-9AD8-46DB2814FFDB}"/>
      </w:docPartPr>
      <w:docPartBody>
        <w:p w:rsidR="0021017E" w:rsidRDefault="0021017E" w:rsidP="0021017E">
          <w:pPr>
            <w:pStyle w:val="FB693428FF88A64EA2B509CA79FE16B0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1581DF72AAACB44CB7782D0F490C18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44DA22-03E3-224B-876C-2CA33999F9C6}"/>
      </w:docPartPr>
      <w:docPartBody>
        <w:p w:rsidR="0021017E" w:rsidRDefault="0021017E" w:rsidP="0021017E">
          <w:pPr>
            <w:pStyle w:val="1581DF72AAACB44CB7782D0F490C182C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04655B2CADF4BE47B9AB4082BEB9B6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61DAE8-C2B8-0F48-91C3-67CAA7F2D4C7}"/>
      </w:docPartPr>
      <w:docPartBody>
        <w:p w:rsidR="0021017E" w:rsidRDefault="0021017E" w:rsidP="0021017E">
          <w:pPr>
            <w:pStyle w:val="04655B2CADF4BE47B9AB4082BEB9B607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AAD4F30CD0C58E4E8DA371970D26A5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E0A187-577E-AB4C-A9C1-AAEF8B2110D0}"/>
      </w:docPartPr>
      <w:docPartBody>
        <w:p w:rsidR="0021017E" w:rsidRDefault="0021017E" w:rsidP="0021017E">
          <w:pPr>
            <w:pStyle w:val="AAD4F30CD0C58E4E8DA371970D26A526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8AF807BCCBB2F2418869F38A4C0F86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8C3D2-634C-7442-8C0C-4D206D89A334}"/>
      </w:docPartPr>
      <w:docPartBody>
        <w:p w:rsidR="0021017E" w:rsidRDefault="0021017E" w:rsidP="0021017E">
          <w:pPr>
            <w:pStyle w:val="8AF807BCCBB2F2418869F38A4C0F868B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660FD1B57EB8964296A9A309C8917E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5547DA-94CE-7D48-A606-CECEFCDFF237}"/>
      </w:docPartPr>
      <w:docPartBody>
        <w:p w:rsidR="0021017E" w:rsidRDefault="0021017E" w:rsidP="0021017E">
          <w:pPr>
            <w:pStyle w:val="660FD1B57EB8964296A9A309C8917EF4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941423C02CF88A4EBEDC71D83C4FF8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60AD45-A43F-E542-BEEB-8FF08C505D46}"/>
      </w:docPartPr>
      <w:docPartBody>
        <w:p w:rsidR="0021017E" w:rsidRDefault="0021017E" w:rsidP="0021017E">
          <w:pPr>
            <w:pStyle w:val="941423C02CF88A4EBEDC71D83C4FF8CD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09E577A80411894BB6B7E689AA973A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B9C0F9-2817-804D-B46E-C2401F44474B}"/>
      </w:docPartPr>
      <w:docPartBody>
        <w:p w:rsidR="0021017E" w:rsidRDefault="0021017E" w:rsidP="0021017E">
          <w:pPr>
            <w:pStyle w:val="09E577A80411894BB6B7E689AA973AE7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FA4CFBDBCE12424683D9A8A3664AA0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E802A-9CC8-1340-9B38-4C9E73C6F92B}"/>
      </w:docPartPr>
      <w:docPartBody>
        <w:p w:rsidR="0021017E" w:rsidRDefault="0021017E" w:rsidP="0021017E">
          <w:pPr>
            <w:pStyle w:val="FA4CFBDBCE12424683D9A8A3664AA056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C85F45CA00FD3348A1F0D520227BD1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6B8A16-61A0-1542-AAC5-41CC13C79C05}"/>
      </w:docPartPr>
      <w:docPartBody>
        <w:p w:rsidR="0021017E" w:rsidRDefault="0021017E" w:rsidP="0021017E">
          <w:pPr>
            <w:pStyle w:val="C85F45CA00FD3348A1F0D520227BD163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F3E565B92B1C1F499E5EDF087BF48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790E-1FDC-3B41-9E19-BA07FE02B7F5}"/>
      </w:docPartPr>
      <w:docPartBody>
        <w:p w:rsidR="0021017E" w:rsidRDefault="0021017E" w:rsidP="0021017E">
          <w:pPr>
            <w:pStyle w:val="F3E565B92B1C1F499E5EDF087BF48B00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4182063D56A6A84F886D2DC9A5654F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740889-FDF1-F04E-AC2F-D9A829A0FCD1}"/>
      </w:docPartPr>
      <w:docPartBody>
        <w:p w:rsidR="0021017E" w:rsidRDefault="0021017E" w:rsidP="0021017E">
          <w:pPr>
            <w:pStyle w:val="4182063D56A6A84F886D2DC9A5654FCA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2AA1A6F977DD8C478014B98B70DFA9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DA081D-00F6-304F-8488-AC326AC551D1}"/>
      </w:docPartPr>
      <w:docPartBody>
        <w:p w:rsidR="0021017E" w:rsidRDefault="0021017E" w:rsidP="0021017E">
          <w:pPr>
            <w:pStyle w:val="2AA1A6F977DD8C478014B98B70DFA9FA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719A7A963B15294594D5BC6F50618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C43EF3-B5F8-4744-B78A-1FF09C4AE6A2}"/>
      </w:docPartPr>
      <w:docPartBody>
        <w:p w:rsidR="0021017E" w:rsidRDefault="0021017E" w:rsidP="0021017E">
          <w:pPr>
            <w:pStyle w:val="719A7A963B15294594D5BC6F50618B05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9830CF60DCDC17428FB10050E23AB5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1A0B93-25CD-4F4E-936E-C86EC78562E5}"/>
      </w:docPartPr>
      <w:docPartBody>
        <w:p w:rsidR="0021017E" w:rsidRDefault="0021017E" w:rsidP="0021017E">
          <w:pPr>
            <w:pStyle w:val="9830CF60DCDC17428FB10050E23AB500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4A00D7B51ECAF543BA14E1F307142B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D7A561-7125-4544-9E61-767950F3FB91}"/>
      </w:docPartPr>
      <w:docPartBody>
        <w:p w:rsidR="0021017E" w:rsidRDefault="0021017E" w:rsidP="0021017E">
          <w:pPr>
            <w:pStyle w:val="4A00D7B51ECAF543BA14E1F307142BA0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84199BD6A1678E488D9D77238BFA60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E2C5F1-1BA5-B648-9FE0-2720B9603515}"/>
      </w:docPartPr>
      <w:docPartBody>
        <w:p w:rsidR="0021017E" w:rsidRDefault="0021017E" w:rsidP="0021017E">
          <w:pPr>
            <w:pStyle w:val="84199BD6A1678E488D9D77238BFA6025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1637DBD8FC710346A163F363EA49C3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24ED0-E1DE-044C-8CC7-83E3F8604ECD}"/>
      </w:docPartPr>
      <w:docPartBody>
        <w:p w:rsidR="0021017E" w:rsidRDefault="0021017E" w:rsidP="0021017E">
          <w:pPr>
            <w:pStyle w:val="1637DBD8FC710346A163F363EA49C3D1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9FC434ABC8444D4F968FFCFD48AC3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621298-B29A-5E40-AB15-BB1C6211A9A5}"/>
      </w:docPartPr>
      <w:docPartBody>
        <w:p w:rsidR="0021017E" w:rsidRDefault="0021017E" w:rsidP="0021017E">
          <w:pPr>
            <w:pStyle w:val="9FC434ABC8444D4F968FFCFD48AC3F6C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EF275FA365C8EB4B9A43564FCA14FB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D4387E-514F-C14C-B8BC-FC20C623F6AD}"/>
      </w:docPartPr>
      <w:docPartBody>
        <w:p w:rsidR="0021017E" w:rsidRDefault="0021017E" w:rsidP="0021017E">
          <w:pPr>
            <w:pStyle w:val="EF275FA365C8EB4B9A43564FCA14FB04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876404BCC668294489099ABE4F5F31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9B48BA-4BAC-674D-8F9F-7A2A3EB4D971}"/>
      </w:docPartPr>
      <w:docPartBody>
        <w:p w:rsidR="0021017E" w:rsidRDefault="0021017E" w:rsidP="0021017E">
          <w:pPr>
            <w:pStyle w:val="876404BCC668294489099ABE4F5F3147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4D6A977893A8B24A9C433C6B7628FC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DC678E-8FC8-A543-B320-404E4B0F7A91}"/>
      </w:docPartPr>
      <w:docPartBody>
        <w:p w:rsidR="0021017E" w:rsidRDefault="0021017E" w:rsidP="0021017E">
          <w:pPr>
            <w:pStyle w:val="4D6A977893A8B24A9C433C6B7628FC46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550EC820EB81C144AADFC647671E38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AD9435-98E7-3045-BB10-70130713C07F}"/>
      </w:docPartPr>
      <w:docPartBody>
        <w:p w:rsidR="0021017E" w:rsidRDefault="0021017E" w:rsidP="0021017E">
          <w:pPr>
            <w:pStyle w:val="550EC820EB81C144AADFC647671E38DE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159BA6B0CC22404387261D80879EA2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3CCDCB-AAF8-5A4D-A6FB-40A95BA812D4}"/>
      </w:docPartPr>
      <w:docPartBody>
        <w:p w:rsidR="0021017E" w:rsidRDefault="0021017E" w:rsidP="0021017E">
          <w:pPr>
            <w:pStyle w:val="159BA6B0CC22404387261D80879EA227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0FD7537E5B77DA41ABC986872AE05A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C886BD-3D8A-E846-9126-07F6D1E65849}"/>
      </w:docPartPr>
      <w:docPartBody>
        <w:p w:rsidR="0021017E" w:rsidRDefault="0021017E" w:rsidP="0021017E">
          <w:pPr>
            <w:pStyle w:val="0FD7537E5B77DA41ABC986872AE05AFB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0A532638DB5ADC43AFCF2265B303DD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4431F3-5AA2-5444-82F4-242BF47E622B}"/>
      </w:docPartPr>
      <w:docPartBody>
        <w:p w:rsidR="0021017E" w:rsidRDefault="0021017E" w:rsidP="0021017E">
          <w:pPr>
            <w:pStyle w:val="0A532638DB5ADC43AFCF2265B303DD8C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291A5D744D6A6C4F8EB290B654AE07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49F8A9-E525-1841-B0E6-7C93DCAFF2B9}"/>
      </w:docPartPr>
      <w:docPartBody>
        <w:p w:rsidR="0021017E" w:rsidRDefault="0021017E" w:rsidP="0021017E">
          <w:pPr>
            <w:pStyle w:val="291A5D744D6A6C4F8EB290B654AE0704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C9B44A1EA3DE6A44B05A455DE25234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8684BA-44F8-B541-93F4-E85CD7C367AE}"/>
      </w:docPartPr>
      <w:docPartBody>
        <w:p w:rsidR="0021017E" w:rsidRDefault="0021017E" w:rsidP="0021017E">
          <w:pPr>
            <w:pStyle w:val="C9B44A1EA3DE6A44B05A455DE2523411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E0A702C882E0FE439869E87F195ADB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2328C1-305F-4343-A217-74BC0ACCDE32}"/>
      </w:docPartPr>
      <w:docPartBody>
        <w:p w:rsidR="0021017E" w:rsidRDefault="0021017E" w:rsidP="0021017E">
          <w:pPr>
            <w:pStyle w:val="E0A702C882E0FE439869E87F195ADBB9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DE07C8530F409447835F4C77AA12D7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DDCC9D-CE35-F140-87ED-A06D1FE0F575}"/>
      </w:docPartPr>
      <w:docPartBody>
        <w:p w:rsidR="0021017E" w:rsidRDefault="0021017E" w:rsidP="0021017E">
          <w:pPr>
            <w:pStyle w:val="DE07C8530F409447835F4C77AA12D709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  <w:docPart>
      <w:docPartPr>
        <w:name w:val="84143EE82CD1EE43B95FE55849E15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B1DD1-13C7-294C-ADC7-12C77FDDE9B5}"/>
      </w:docPartPr>
      <w:docPartBody>
        <w:p w:rsidR="0021017E" w:rsidRDefault="0021017E" w:rsidP="0021017E">
          <w:pPr>
            <w:pStyle w:val="84143EE82CD1EE43B95FE55849E151E0"/>
          </w:pPr>
          <w:r w:rsidRPr="00803FE0">
            <w:rPr>
              <w:rStyle w:val="Platzhaltertext"/>
              <w:rFonts w:ascii="Arial" w:hAnsi="Arial" w:cs="Arial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7E"/>
    <w:rsid w:val="00047999"/>
    <w:rsid w:val="0021017E"/>
    <w:rsid w:val="0044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1017E"/>
    <w:rPr>
      <w:rFonts w:cs="Times New Roman"/>
      <w:color w:val="808080"/>
    </w:rPr>
  </w:style>
  <w:style w:type="paragraph" w:customStyle="1" w:styleId="FA1A21BC243EAF4DA64CA44B9251D7FE">
    <w:name w:val="FA1A21BC243EAF4DA64CA44B9251D7FE"/>
    <w:rsid w:val="0021017E"/>
  </w:style>
  <w:style w:type="paragraph" w:customStyle="1" w:styleId="3FF093D7825EFA48B0D42B854016C86C">
    <w:name w:val="3FF093D7825EFA48B0D42B854016C86C"/>
    <w:rsid w:val="0021017E"/>
  </w:style>
  <w:style w:type="paragraph" w:customStyle="1" w:styleId="264434D3F6856A4F92284C8BB9C5B619">
    <w:name w:val="264434D3F6856A4F92284C8BB9C5B619"/>
    <w:rsid w:val="0021017E"/>
  </w:style>
  <w:style w:type="paragraph" w:customStyle="1" w:styleId="C9C97BA3AEDF6A4B8D5D48BA6D63F5BE">
    <w:name w:val="C9C97BA3AEDF6A4B8D5D48BA6D63F5BE"/>
    <w:rsid w:val="0021017E"/>
  </w:style>
  <w:style w:type="paragraph" w:customStyle="1" w:styleId="B0EF01A523F55C4FAFF33F0C5D5EBACE">
    <w:name w:val="B0EF01A523F55C4FAFF33F0C5D5EBACE"/>
    <w:rsid w:val="0021017E"/>
  </w:style>
  <w:style w:type="paragraph" w:customStyle="1" w:styleId="DBEB4FED33A93C48B9BD884720E5EA75">
    <w:name w:val="DBEB4FED33A93C48B9BD884720E5EA75"/>
    <w:rsid w:val="0021017E"/>
  </w:style>
  <w:style w:type="paragraph" w:customStyle="1" w:styleId="3AA9DF2A1DC646429E5D7DD0A5A1F60E">
    <w:name w:val="3AA9DF2A1DC646429E5D7DD0A5A1F60E"/>
    <w:rsid w:val="0021017E"/>
  </w:style>
  <w:style w:type="paragraph" w:customStyle="1" w:styleId="3EFFEA216304124EAC7D66E40A09FA6D">
    <w:name w:val="3EFFEA216304124EAC7D66E40A09FA6D"/>
    <w:rsid w:val="0021017E"/>
  </w:style>
  <w:style w:type="paragraph" w:customStyle="1" w:styleId="FB693428FF88A64EA2B509CA79FE16B0">
    <w:name w:val="FB693428FF88A64EA2B509CA79FE16B0"/>
    <w:rsid w:val="0021017E"/>
  </w:style>
  <w:style w:type="paragraph" w:customStyle="1" w:styleId="1581DF72AAACB44CB7782D0F490C182C">
    <w:name w:val="1581DF72AAACB44CB7782D0F490C182C"/>
    <w:rsid w:val="0021017E"/>
  </w:style>
  <w:style w:type="paragraph" w:customStyle="1" w:styleId="04655B2CADF4BE47B9AB4082BEB9B607">
    <w:name w:val="04655B2CADF4BE47B9AB4082BEB9B607"/>
    <w:rsid w:val="0021017E"/>
  </w:style>
  <w:style w:type="paragraph" w:customStyle="1" w:styleId="AAD4F30CD0C58E4E8DA371970D26A526">
    <w:name w:val="AAD4F30CD0C58E4E8DA371970D26A526"/>
    <w:rsid w:val="0021017E"/>
  </w:style>
  <w:style w:type="paragraph" w:customStyle="1" w:styleId="8AF807BCCBB2F2418869F38A4C0F868B">
    <w:name w:val="8AF807BCCBB2F2418869F38A4C0F868B"/>
    <w:rsid w:val="0021017E"/>
  </w:style>
  <w:style w:type="paragraph" w:customStyle="1" w:styleId="660FD1B57EB8964296A9A309C8917EF4">
    <w:name w:val="660FD1B57EB8964296A9A309C8917EF4"/>
    <w:rsid w:val="0021017E"/>
  </w:style>
  <w:style w:type="paragraph" w:customStyle="1" w:styleId="941423C02CF88A4EBEDC71D83C4FF8CD">
    <w:name w:val="941423C02CF88A4EBEDC71D83C4FF8CD"/>
    <w:rsid w:val="0021017E"/>
  </w:style>
  <w:style w:type="paragraph" w:customStyle="1" w:styleId="09E577A80411894BB6B7E689AA973AE7">
    <w:name w:val="09E577A80411894BB6B7E689AA973AE7"/>
    <w:rsid w:val="0021017E"/>
  </w:style>
  <w:style w:type="paragraph" w:customStyle="1" w:styleId="FA4CFBDBCE12424683D9A8A3664AA056">
    <w:name w:val="FA4CFBDBCE12424683D9A8A3664AA056"/>
    <w:rsid w:val="0021017E"/>
  </w:style>
  <w:style w:type="paragraph" w:customStyle="1" w:styleId="C85F45CA00FD3348A1F0D520227BD163">
    <w:name w:val="C85F45CA00FD3348A1F0D520227BD163"/>
    <w:rsid w:val="0021017E"/>
  </w:style>
  <w:style w:type="paragraph" w:customStyle="1" w:styleId="F3E565B92B1C1F499E5EDF087BF48B00">
    <w:name w:val="F3E565B92B1C1F499E5EDF087BF48B00"/>
    <w:rsid w:val="0021017E"/>
  </w:style>
  <w:style w:type="paragraph" w:customStyle="1" w:styleId="4182063D56A6A84F886D2DC9A5654FCA">
    <w:name w:val="4182063D56A6A84F886D2DC9A5654FCA"/>
    <w:rsid w:val="0021017E"/>
  </w:style>
  <w:style w:type="paragraph" w:customStyle="1" w:styleId="2AA1A6F977DD8C478014B98B70DFA9FA">
    <w:name w:val="2AA1A6F977DD8C478014B98B70DFA9FA"/>
    <w:rsid w:val="0021017E"/>
  </w:style>
  <w:style w:type="paragraph" w:customStyle="1" w:styleId="719A7A963B15294594D5BC6F50618B05">
    <w:name w:val="719A7A963B15294594D5BC6F50618B05"/>
    <w:rsid w:val="0021017E"/>
  </w:style>
  <w:style w:type="paragraph" w:customStyle="1" w:styleId="9830CF60DCDC17428FB10050E23AB500">
    <w:name w:val="9830CF60DCDC17428FB10050E23AB500"/>
    <w:rsid w:val="0021017E"/>
  </w:style>
  <w:style w:type="paragraph" w:customStyle="1" w:styleId="4A00D7B51ECAF543BA14E1F307142BA0">
    <w:name w:val="4A00D7B51ECAF543BA14E1F307142BA0"/>
    <w:rsid w:val="0021017E"/>
  </w:style>
  <w:style w:type="paragraph" w:customStyle="1" w:styleId="84199BD6A1678E488D9D77238BFA6025">
    <w:name w:val="84199BD6A1678E488D9D77238BFA6025"/>
    <w:rsid w:val="0021017E"/>
  </w:style>
  <w:style w:type="paragraph" w:customStyle="1" w:styleId="1637DBD8FC710346A163F363EA49C3D1">
    <w:name w:val="1637DBD8FC710346A163F363EA49C3D1"/>
    <w:rsid w:val="0021017E"/>
  </w:style>
  <w:style w:type="paragraph" w:customStyle="1" w:styleId="9FC434ABC8444D4F968FFCFD48AC3F6C">
    <w:name w:val="9FC434ABC8444D4F968FFCFD48AC3F6C"/>
    <w:rsid w:val="0021017E"/>
  </w:style>
  <w:style w:type="paragraph" w:customStyle="1" w:styleId="EF275FA365C8EB4B9A43564FCA14FB04">
    <w:name w:val="EF275FA365C8EB4B9A43564FCA14FB04"/>
    <w:rsid w:val="0021017E"/>
  </w:style>
  <w:style w:type="paragraph" w:customStyle="1" w:styleId="876404BCC668294489099ABE4F5F3147">
    <w:name w:val="876404BCC668294489099ABE4F5F3147"/>
    <w:rsid w:val="0021017E"/>
  </w:style>
  <w:style w:type="paragraph" w:customStyle="1" w:styleId="4D6A977893A8B24A9C433C6B7628FC46">
    <w:name w:val="4D6A977893A8B24A9C433C6B7628FC46"/>
    <w:rsid w:val="0021017E"/>
  </w:style>
  <w:style w:type="paragraph" w:customStyle="1" w:styleId="550EC820EB81C144AADFC647671E38DE">
    <w:name w:val="550EC820EB81C144AADFC647671E38DE"/>
    <w:rsid w:val="0021017E"/>
  </w:style>
  <w:style w:type="paragraph" w:customStyle="1" w:styleId="159BA6B0CC22404387261D80879EA227">
    <w:name w:val="159BA6B0CC22404387261D80879EA227"/>
    <w:rsid w:val="0021017E"/>
  </w:style>
  <w:style w:type="paragraph" w:customStyle="1" w:styleId="0FD7537E5B77DA41ABC986872AE05AFB">
    <w:name w:val="0FD7537E5B77DA41ABC986872AE05AFB"/>
    <w:rsid w:val="0021017E"/>
  </w:style>
  <w:style w:type="paragraph" w:customStyle="1" w:styleId="0A532638DB5ADC43AFCF2265B303DD8C">
    <w:name w:val="0A532638DB5ADC43AFCF2265B303DD8C"/>
    <w:rsid w:val="0021017E"/>
  </w:style>
  <w:style w:type="paragraph" w:customStyle="1" w:styleId="291A5D744D6A6C4F8EB290B654AE0704">
    <w:name w:val="291A5D744D6A6C4F8EB290B654AE0704"/>
    <w:rsid w:val="0021017E"/>
  </w:style>
  <w:style w:type="paragraph" w:customStyle="1" w:styleId="C9B44A1EA3DE6A44B05A455DE2523411">
    <w:name w:val="C9B44A1EA3DE6A44B05A455DE2523411"/>
    <w:rsid w:val="0021017E"/>
  </w:style>
  <w:style w:type="paragraph" w:customStyle="1" w:styleId="E0A702C882E0FE439869E87F195ADBB9">
    <w:name w:val="E0A702C882E0FE439869E87F195ADBB9"/>
    <w:rsid w:val="0021017E"/>
  </w:style>
  <w:style w:type="paragraph" w:customStyle="1" w:styleId="DE07C8530F409447835F4C77AA12D709">
    <w:name w:val="DE07C8530F409447835F4C77AA12D709"/>
    <w:rsid w:val="0021017E"/>
  </w:style>
  <w:style w:type="paragraph" w:customStyle="1" w:styleId="84143EE82CD1EE43B95FE55849E151E0">
    <w:name w:val="84143EE82CD1EE43B95FE55849E151E0"/>
    <w:rsid w:val="0021017E"/>
  </w:style>
  <w:style w:type="paragraph" w:customStyle="1" w:styleId="C94A7D770A2F0A41A8A7B80360486711">
    <w:name w:val="C94A7D770A2F0A41A8A7B80360486711"/>
    <w:rsid w:val="0021017E"/>
  </w:style>
  <w:style w:type="paragraph" w:customStyle="1" w:styleId="FEE76A36E9761A4AA62EF085E0ECF455">
    <w:name w:val="FEE76A36E9761A4AA62EF085E0ECF455"/>
    <w:rsid w:val="0021017E"/>
  </w:style>
  <w:style w:type="paragraph" w:customStyle="1" w:styleId="D838947696427946A6119679624A6AC2">
    <w:name w:val="D838947696427946A6119679624A6AC2"/>
    <w:rsid w:val="0021017E"/>
  </w:style>
  <w:style w:type="paragraph" w:customStyle="1" w:styleId="F65DF35A59A0214389E8CE3DCCBB7966">
    <w:name w:val="F65DF35A59A0214389E8CE3DCCBB7966"/>
    <w:rsid w:val="0021017E"/>
  </w:style>
  <w:style w:type="paragraph" w:customStyle="1" w:styleId="3607E0CBC851A641A3D5BB8A2AF7C6B0">
    <w:name w:val="3607E0CBC851A641A3D5BB8A2AF7C6B0"/>
    <w:rsid w:val="0021017E"/>
  </w:style>
  <w:style w:type="paragraph" w:customStyle="1" w:styleId="862E9FE849C53241A58465BA8A69C87F">
    <w:name w:val="862E9FE849C53241A58465BA8A69C87F"/>
    <w:rsid w:val="0021017E"/>
  </w:style>
  <w:style w:type="paragraph" w:customStyle="1" w:styleId="3DB01E6A844B7E45A347193634CA51D3">
    <w:name w:val="3DB01E6A844B7E45A347193634CA51D3"/>
    <w:rsid w:val="002101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 xsi:nil="true"/>
    <Leistungsbeschreibung xmlns="76c4e5b6-54ee-4370-b051-e2ccac5262a8" xsi:nil="true"/>
    <Rahmenvertrag xmlns="76c4e5b6-54ee-4370-b051-e2ccac5262a8" xsi:nil="true"/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 xsi:nil="true"/>
    <zugeh_x00f6_rigesBKMJahr xmlns="76c4e5b6-54ee-4370-b051-e2ccac5262a8" xsi:nil="true"/>
    <Vergabeart xmlns="76c4e5b6-54ee-4370-b051-e2ccac5262a8" xsi:nil="true"/>
  </documentManagement>
</p:properties>
</file>

<file path=customXml/itemProps1.xml><?xml version="1.0" encoding="utf-8"?>
<ds:datastoreItem xmlns:ds="http://schemas.openxmlformats.org/officeDocument/2006/customXml" ds:itemID="{25A15A0D-77A8-4BE2-A1BE-BCCAF1D92BFF}"/>
</file>

<file path=customXml/itemProps2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DBA9E6-AC94-4972-ACDE-45F6EBFF5CAA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4</Pages>
  <Words>562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Matthias Bauer</cp:lastModifiedBy>
  <cp:revision>7</cp:revision>
  <dcterms:created xsi:type="dcterms:W3CDTF">2025-01-22T16:25:00Z</dcterms:created>
  <dcterms:modified xsi:type="dcterms:W3CDTF">2025-02-18T09:36:00Z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100169610122009231400379</vt:lpwstr>
  </property>
  <property fmtid="{D5CDD505-2E9C-101B-9397-08002B2CF9AE}" pid="5" name="_DocHome">
    <vt:i4>389389742</vt:i4>
  </property>
</Properties>
</file>